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1A4923" w:rsidRDefault="001A4923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</w:p>
    <w:p w:rsidR="001A4923" w:rsidRDefault="001A4923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</w:p>
    <w:p w:rsidR="00613178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1A4923" w:rsidRPr="00BF6CCF" w:rsidRDefault="001A4923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</w:p>
    <w:p w:rsidR="00EF205D" w:rsidRDefault="00EF205D" w:rsidP="00EF205D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u w:val="single"/>
        </w:rPr>
      </w:pPr>
      <w:r w:rsidRPr="00624675">
        <w:rPr>
          <w:rFonts w:ascii="Arial" w:hAnsi="Arial" w:cs="Arial"/>
          <w:bCs/>
          <w:iCs/>
          <w:u w:val="single"/>
        </w:rPr>
        <w:t xml:space="preserve">на выполнение работ по </w:t>
      </w:r>
      <w:r w:rsidR="0059184B" w:rsidRPr="00624675">
        <w:rPr>
          <w:rFonts w:ascii="Arial" w:hAnsi="Arial" w:cs="Arial"/>
          <w:bCs/>
          <w:iCs/>
          <w:u w:val="single"/>
        </w:rPr>
        <w:t xml:space="preserve">капитальному ремонту тепловой камеры </w:t>
      </w:r>
      <w:r w:rsidR="00B00F61" w:rsidRPr="00624675">
        <w:rPr>
          <w:rFonts w:ascii="Arial" w:hAnsi="Arial" w:cs="Arial"/>
          <w:bCs/>
          <w:iCs/>
          <w:u w:val="single"/>
        </w:rPr>
        <w:t>ТКХ-32</w:t>
      </w:r>
      <w:r w:rsidR="0059184B" w:rsidRPr="00624675">
        <w:rPr>
          <w:rFonts w:ascii="Arial" w:hAnsi="Arial" w:cs="Arial"/>
          <w:bCs/>
          <w:iCs/>
          <w:u w:val="single"/>
        </w:rPr>
        <w:t xml:space="preserve"> по </w:t>
      </w:r>
      <w:r w:rsidR="00B00F61" w:rsidRPr="00624675">
        <w:rPr>
          <w:rFonts w:ascii="Arial" w:hAnsi="Arial" w:cs="Arial"/>
          <w:bCs/>
          <w:iCs/>
          <w:u w:val="single"/>
        </w:rPr>
        <w:t>ул. Профсоюзов</w:t>
      </w:r>
      <w:r w:rsidRPr="00624675">
        <w:rPr>
          <w:rFonts w:ascii="Arial" w:hAnsi="Arial" w:cs="Arial"/>
          <w:bCs/>
          <w:iCs/>
          <w:u w:val="single"/>
        </w:rPr>
        <w:t xml:space="preserve">, </w:t>
      </w:r>
      <w:r w:rsidR="001A4923">
        <w:rPr>
          <w:rFonts w:ascii="Arial" w:hAnsi="Arial" w:cs="Arial"/>
          <w:bCs/>
          <w:iCs/>
          <w:u w:val="single"/>
        </w:rPr>
        <w:t xml:space="preserve">            </w:t>
      </w:r>
      <w:proofErr w:type="gramStart"/>
      <w:r w:rsidRPr="00624675">
        <w:rPr>
          <w:rFonts w:ascii="Arial" w:hAnsi="Arial" w:cs="Arial"/>
          <w:bCs/>
          <w:iCs/>
          <w:u w:val="single"/>
        </w:rPr>
        <w:t>г</w:t>
      </w:r>
      <w:proofErr w:type="gramEnd"/>
      <w:r w:rsidRPr="00624675">
        <w:rPr>
          <w:rFonts w:ascii="Arial" w:hAnsi="Arial" w:cs="Arial"/>
          <w:bCs/>
          <w:iCs/>
          <w:u w:val="single"/>
        </w:rPr>
        <w:t>. Петрозаводск</w:t>
      </w:r>
    </w:p>
    <w:p w:rsidR="00122093" w:rsidRPr="007D6B58" w:rsidRDefault="00122093" w:rsidP="00550022">
      <w:pPr>
        <w:tabs>
          <w:tab w:val="left" w:pos="851"/>
          <w:tab w:val="num" w:pos="1287"/>
        </w:tabs>
        <w:spacing w:before="120"/>
        <w:ind w:left="709" w:right="-285"/>
        <w:jc w:val="center"/>
        <w:rPr>
          <w:rFonts w:ascii="Arial" w:hAnsi="Arial" w:cs="Arial"/>
          <w:bCs/>
          <w:iCs/>
          <w:sz w:val="18"/>
          <w:szCs w:val="18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13178" w:rsidRPr="007D6B58" w:rsidTr="00680783">
        <w:tc>
          <w:tcPr>
            <w:tcW w:w="40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80783">
        <w:tc>
          <w:tcPr>
            <w:tcW w:w="40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055719" w:rsidRPr="00007A81" w:rsidRDefault="00055719" w:rsidP="00055719">
            <w:pPr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 w:rsidRPr="00007A81">
              <w:rPr>
                <w:rFonts w:ascii="Arial" w:hAnsi="Arial" w:cs="Arial"/>
              </w:rPr>
              <w:t xml:space="preserve"> </w:t>
            </w:r>
            <w:r w:rsidRPr="00007A81">
              <w:rPr>
                <w:rFonts w:ascii="Arial" w:hAnsi="Arial" w:cs="Arial"/>
              </w:rPr>
              <w:t>- Тепловые сети» (АО «ПКС</w:t>
            </w:r>
            <w:r w:rsidR="000A2347" w:rsidRPr="00007A81">
              <w:rPr>
                <w:rFonts w:ascii="Arial" w:hAnsi="Arial" w:cs="Arial"/>
              </w:rPr>
              <w:t xml:space="preserve"> </w:t>
            </w:r>
            <w:r w:rsidRPr="00007A81">
              <w:rPr>
                <w:rFonts w:ascii="Arial" w:hAnsi="Arial" w:cs="Arial"/>
              </w:rPr>
              <w:t>-</w:t>
            </w:r>
            <w:r w:rsidR="000A2347" w:rsidRPr="00007A81">
              <w:rPr>
                <w:rFonts w:ascii="Arial" w:hAnsi="Arial" w:cs="Arial"/>
              </w:rPr>
              <w:t xml:space="preserve"> </w:t>
            </w:r>
            <w:r w:rsidRPr="00007A81">
              <w:rPr>
                <w:rFonts w:ascii="Arial" w:hAnsi="Arial" w:cs="Arial"/>
              </w:rPr>
              <w:t>Тепловые сети»)</w:t>
            </w:r>
          </w:p>
          <w:p w:rsidR="00055719" w:rsidRPr="00007A81" w:rsidRDefault="00055719" w:rsidP="00055719">
            <w:pPr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Юр</w:t>
            </w:r>
            <w:proofErr w:type="gramStart"/>
            <w:r w:rsidRPr="00007A81">
              <w:rPr>
                <w:rFonts w:ascii="Arial" w:hAnsi="Arial" w:cs="Arial"/>
              </w:rPr>
              <w:t>.а</w:t>
            </w:r>
            <w:proofErr w:type="gramEnd"/>
            <w:r w:rsidRPr="00007A81">
              <w:rPr>
                <w:rFonts w:ascii="Arial" w:hAnsi="Arial" w:cs="Arial"/>
              </w:rPr>
              <w:t>дрес:185035 РК, г.</w:t>
            </w:r>
            <w:r w:rsidR="000A2347" w:rsidRPr="00007A81">
              <w:rPr>
                <w:rFonts w:ascii="Arial" w:hAnsi="Arial" w:cs="Arial"/>
              </w:rPr>
              <w:t xml:space="preserve"> </w:t>
            </w:r>
            <w:r w:rsidRPr="00007A81">
              <w:rPr>
                <w:rFonts w:ascii="Arial" w:hAnsi="Arial" w:cs="Arial"/>
              </w:rPr>
              <w:t>Петрозаводск, пр.</w:t>
            </w:r>
            <w:r w:rsidR="000A2347" w:rsidRPr="00007A81">
              <w:rPr>
                <w:rFonts w:ascii="Arial" w:hAnsi="Arial" w:cs="Arial"/>
              </w:rPr>
              <w:t xml:space="preserve"> </w:t>
            </w:r>
            <w:r w:rsidR="009C1B07">
              <w:rPr>
                <w:rFonts w:ascii="Arial" w:hAnsi="Arial" w:cs="Arial"/>
              </w:rPr>
              <w:t>Ленина, 11</w:t>
            </w:r>
            <w:r w:rsidRPr="00007A81">
              <w:rPr>
                <w:rFonts w:ascii="Arial" w:hAnsi="Arial" w:cs="Arial"/>
              </w:rPr>
              <w:t>в</w:t>
            </w:r>
          </w:p>
          <w:p w:rsidR="00055719" w:rsidRPr="00007A81" w:rsidRDefault="000A2347" w:rsidP="00055719">
            <w:pPr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ИНН/КПП  1001291153/10010</w:t>
            </w:r>
            <w:r w:rsidR="00055719" w:rsidRPr="00007A81">
              <w:rPr>
                <w:rFonts w:ascii="Arial" w:hAnsi="Arial" w:cs="Arial"/>
              </w:rPr>
              <w:t>1001</w:t>
            </w:r>
          </w:p>
          <w:p w:rsidR="00055719" w:rsidRPr="00007A81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 w:rsidRPr="00007A81">
              <w:rPr>
                <w:rFonts w:ascii="Arial" w:hAnsi="Arial" w:cs="Arial"/>
              </w:rPr>
              <w:t>р</w:t>
            </w:r>
            <w:proofErr w:type="spellEnd"/>
            <w:r w:rsidRPr="00007A81"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 w:rsidRPr="00007A81">
              <w:rPr>
                <w:rFonts w:ascii="Arial" w:hAnsi="Arial" w:cs="Arial"/>
              </w:rPr>
              <w:t>.П</w:t>
            </w:r>
            <w:proofErr w:type="gramEnd"/>
            <w:r w:rsidRPr="00007A81">
              <w:rPr>
                <w:rFonts w:ascii="Arial" w:hAnsi="Arial" w:cs="Arial"/>
              </w:rPr>
              <w:t>етрозаводск  БИК 048602673</w:t>
            </w:r>
          </w:p>
          <w:p w:rsidR="00613178" w:rsidRPr="00007A81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 w:rsidRPr="00007A81">
              <w:rPr>
                <w:rFonts w:ascii="Arial" w:hAnsi="Arial" w:cs="Arial"/>
              </w:rPr>
              <w:t>к</w:t>
            </w:r>
            <w:proofErr w:type="gramEnd"/>
            <w:r w:rsidRPr="00007A81"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B00F61">
        <w:trPr>
          <w:trHeight w:val="526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5777" w:type="dxa"/>
          </w:tcPr>
          <w:p w:rsidR="00613178" w:rsidRPr="00007A81" w:rsidRDefault="00B00F61" w:rsidP="00B00F61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План работ по капитальному ремонту, реконструкции и модернизации на 2019 год по АО «</w:t>
            </w:r>
            <w:proofErr w:type="spellStart"/>
            <w:r w:rsidRPr="00007A81">
              <w:rPr>
                <w:rFonts w:ascii="Arial" w:hAnsi="Arial" w:cs="Arial"/>
              </w:rPr>
              <w:t>ПКС-Тепловые</w:t>
            </w:r>
            <w:proofErr w:type="spellEnd"/>
            <w:r w:rsidRPr="00007A81">
              <w:rPr>
                <w:rFonts w:ascii="Arial" w:hAnsi="Arial" w:cs="Arial"/>
              </w:rPr>
              <w:t xml:space="preserve"> сети»</w:t>
            </w:r>
          </w:p>
        </w:tc>
      </w:tr>
      <w:tr w:rsidR="00613178" w:rsidRPr="007D6B58" w:rsidTr="0059184B">
        <w:trPr>
          <w:trHeight w:hRule="exact" w:val="567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5777" w:type="dxa"/>
          </w:tcPr>
          <w:p w:rsidR="00B00F61" w:rsidRPr="00007A81" w:rsidRDefault="0059184B" w:rsidP="008C0A88">
            <w:pPr>
              <w:tabs>
                <w:tab w:val="left" w:pos="-105"/>
                <w:tab w:val="num" w:pos="1287"/>
              </w:tabs>
              <w:ind w:left="708" w:hanging="708"/>
              <w:rPr>
                <w:rFonts w:ascii="Arial" w:hAnsi="Arial" w:cs="Arial"/>
                <w:bCs/>
                <w:iCs/>
              </w:rPr>
            </w:pPr>
            <w:r w:rsidRPr="00007A81">
              <w:rPr>
                <w:rFonts w:ascii="Arial" w:hAnsi="Arial" w:cs="Arial"/>
                <w:bCs/>
                <w:iCs/>
              </w:rPr>
              <w:t xml:space="preserve">Тепловая камера </w:t>
            </w:r>
            <w:r w:rsidR="00B00F61" w:rsidRPr="00007A81">
              <w:rPr>
                <w:rFonts w:ascii="Arial" w:hAnsi="Arial" w:cs="Arial"/>
                <w:bCs/>
                <w:iCs/>
              </w:rPr>
              <w:t>ТКХ-32</w:t>
            </w:r>
            <w:r w:rsidRPr="00007A81">
              <w:rPr>
                <w:rFonts w:ascii="Arial" w:hAnsi="Arial" w:cs="Arial"/>
                <w:bCs/>
                <w:iCs/>
              </w:rPr>
              <w:t xml:space="preserve"> по </w:t>
            </w:r>
            <w:r w:rsidR="00B00F61" w:rsidRPr="00007A81">
              <w:rPr>
                <w:rFonts w:ascii="Arial" w:hAnsi="Arial" w:cs="Arial"/>
                <w:bCs/>
                <w:iCs/>
              </w:rPr>
              <w:t>ул. Профсоюзов</w:t>
            </w:r>
            <w:r w:rsidRPr="00007A81">
              <w:rPr>
                <w:rFonts w:ascii="Arial" w:hAnsi="Arial" w:cs="Arial"/>
                <w:bCs/>
                <w:iCs/>
              </w:rPr>
              <w:t xml:space="preserve">, </w:t>
            </w:r>
          </w:p>
          <w:p w:rsidR="00AB76A6" w:rsidRPr="00007A81" w:rsidRDefault="0059184B" w:rsidP="008C0A88">
            <w:pPr>
              <w:tabs>
                <w:tab w:val="left" w:pos="-105"/>
                <w:tab w:val="num" w:pos="1287"/>
              </w:tabs>
              <w:ind w:left="708" w:hanging="708"/>
              <w:rPr>
                <w:rFonts w:ascii="Arial" w:hAnsi="Arial" w:cs="Arial"/>
                <w:bCs/>
                <w:iCs/>
                <w:u w:val="single"/>
              </w:rPr>
            </w:pPr>
            <w:r w:rsidRPr="00007A81">
              <w:rPr>
                <w:rFonts w:ascii="Arial" w:hAnsi="Arial" w:cs="Arial"/>
                <w:bCs/>
                <w:iCs/>
              </w:rPr>
              <w:t>г. Петрозаводск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777" w:type="dxa"/>
          </w:tcPr>
          <w:p w:rsidR="008C0A88" w:rsidRPr="00007A81" w:rsidRDefault="008C0A88" w:rsidP="008C0A88">
            <w:pPr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Пр</w:t>
            </w:r>
            <w:r w:rsidR="0070154A" w:rsidRPr="00007A81">
              <w:rPr>
                <w:rFonts w:ascii="Arial" w:hAnsi="Arial" w:cs="Arial"/>
              </w:rPr>
              <w:t>оизводственная программа на 2019</w:t>
            </w:r>
            <w:r w:rsidR="009C1B07">
              <w:rPr>
                <w:rFonts w:ascii="Arial" w:hAnsi="Arial" w:cs="Arial"/>
              </w:rPr>
              <w:t xml:space="preserve"> год</w:t>
            </w:r>
          </w:p>
          <w:p w:rsidR="00613178" w:rsidRDefault="008C0A88" w:rsidP="008C0A88">
            <w:pPr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Программа текущих и капитальных ремонто</w:t>
            </w:r>
            <w:r w:rsidR="0070154A" w:rsidRPr="00007A81">
              <w:rPr>
                <w:rFonts w:ascii="Arial" w:hAnsi="Arial" w:cs="Arial"/>
              </w:rPr>
              <w:t>в АО «ПКС</w:t>
            </w:r>
            <w:r w:rsidR="009E183C" w:rsidRPr="00007A81">
              <w:rPr>
                <w:rFonts w:ascii="Arial" w:hAnsi="Arial" w:cs="Arial"/>
              </w:rPr>
              <w:t xml:space="preserve"> </w:t>
            </w:r>
            <w:proofErr w:type="gramStart"/>
            <w:r w:rsidR="0070154A" w:rsidRPr="00007A81">
              <w:rPr>
                <w:rFonts w:ascii="Arial" w:hAnsi="Arial" w:cs="Arial"/>
              </w:rPr>
              <w:t>-Т</w:t>
            </w:r>
            <w:proofErr w:type="gramEnd"/>
            <w:r w:rsidR="0070154A" w:rsidRPr="00007A81">
              <w:rPr>
                <w:rFonts w:ascii="Arial" w:hAnsi="Arial" w:cs="Arial"/>
              </w:rPr>
              <w:t>епловые сети» на 2019</w:t>
            </w:r>
            <w:r w:rsidRPr="00007A81">
              <w:rPr>
                <w:rFonts w:ascii="Arial" w:hAnsi="Arial" w:cs="Arial"/>
              </w:rPr>
              <w:t xml:space="preserve"> год.</w:t>
            </w:r>
          </w:p>
          <w:p w:rsidR="009C38CE" w:rsidRPr="00007A81" w:rsidRDefault="009C38CE" w:rsidP="009C38C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777" w:type="dxa"/>
          </w:tcPr>
          <w:p w:rsidR="00613178" w:rsidRPr="00007A81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</w:rPr>
              <w:t>Повышение надежности</w:t>
            </w:r>
            <w:r w:rsidR="00613178" w:rsidRPr="00007A81">
              <w:rPr>
                <w:rFonts w:ascii="Arial" w:hAnsi="Arial" w:cs="Arial"/>
              </w:rPr>
              <w:t xml:space="preserve"> </w:t>
            </w:r>
            <w:r w:rsidR="00CD5CEA" w:rsidRPr="00007A81">
              <w:rPr>
                <w:rFonts w:ascii="Arial" w:hAnsi="Arial" w:cs="Arial"/>
              </w:rPr>
              <w:t xml:space="preserve">и качества </w:t>
            </w:r>
            <w:r w:rsidR="00613178" w:rsidRPr="00007A81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680783">
        <w:tc>
          <w:tcPr>
            <w:tcW w:w="407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934B8D" w:rsidRPr="00007A81" w:rsidRDefault="00934B8D" w:rsidP="00934B8D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1.</w:t>
            </w:r>
            <w:r w:rsidRPr="00007A81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007A81">
              <w:rPr>
                <w:rFonts w:ascii="Arial" w:hAnsi="Arial" w:cs="Arial"/>
              </w:rPr>
              <w:t>подземная канальная.</w:t>
            </w:r>
          </w:p>
          <w:p w:rsidR="00934B8D" w:rsidRPr="00007A81" w:rsidRDefault="00934B8D" w:rsidP="00934B8D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2.</w:t>
            </w:r>
            <w:r w:rsidRPr="00007A81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007A81" w:rsidRDefault="00934B8D" w:rsidP="00934B8D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3.</w:t>
            </w:r>
            <w:r w:rsidRPr="00007A81">
              <w:rPr>
                <w:rFonts w:ascii="Arial" w:hAnsi="Arial" w:cs="Arial"/>
              </w:rPr>
              <w:t xml:space="preserve"> Температурный график 150-70</w:t>
            </w:r>
            <w:r w:rsidRPr="00007A81">
              <w:rPr>
                <w:rFonts w:ascii="Arial" w:hAnsi="Arial" w:cs="Arial"/>
                <w:vertAlign w:val="superscript"/>
              </w:rPr>
              <w:t>0</w:t>
            </w:r>
            <w:r w:rsidRPr="00007A81">
              <w:rPr>
                <w:rFonts w:ascii="Arial" w:hAnsi="Arial" w:cs="Arial"/>
              </w:rPr>
              <w:t>С.</w:t>
            </w:r>
          </w:p>
          <w:p w:rsidR="00934B8D" w:rsidRPr="00007A81" w:rsidRDefault="00934B8D" w:rsidP="00934B8D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4.</w:t>
            </w:r>
            <w:r w:rsidRPr="00007A81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007A81">
              <w:rPr>
                <w:rFonts w:ascii="Arial" w:hAnsi="Arial" w:cs="Arial"/>
              </w:rPr>
              <w:t>2</w:t>
            </w:r>
            <w:proofErr w:type="gramEnd"/>
            <w:r w:rsidRPr="00007A81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5777" w:type="dxa"/>
          </w:tcPr>
          <w:p w:rsidR="00613178" w:rsidRPr="00240E78" w:rsidRDefault="009C38CE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2F7111">
        <w:trPr>
          <w:trHeight w:val="461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EC6D5D" w:rsidRDefault="00EC6D5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</w:t>
            </w:r>
            <w:r w:rsidR="0070154A">
              <w:rPr>
                <w:rFonts w:ascii="Arial" w:hAnsi="Arial" w:cs="Arial"/>
                <w:color w:val="000000"/>
              </w:rPr>
              <w:t>рекрытия ТК</w:t>
            </w:r>
            <w:r>
              <w:rPr>
                <w:rFonts w:ascii="Arial" w:hAnsi="Arial" w:cs="Arial"/>
                <w:color w:val="000000"/>
              </w:rPr>
              <w:t xml:space="preserve">, балок несущих металлических из сдвоенного </w:t>
            </w:r>
            <w:proofErr w:type="spellStart"/>
            <w:r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№40 L=3</w:t>
            </w:r>
            <w:r w:rsidRPr="004F3C22">
              <w:rPr>
                <w:rFonts w:ascii="Arial" w:hAnsi="Arial" w:cs="Arial"/>
                <w:color w:val="000000"/>
              </w:rPr>
              <w:t>.9 м</w:t>
            </w:r>
            <w:r>
              <w:rPr>
                <w:rFonts w:ascii="Arial" w:hAnsi="Arial" w:cs="Arial"/>
                <w:color w:val="000000"/>
              </w:rPr>
              <w:t xml:space="preserve"> (в свету) - (1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) </w:t>
            </w:r>
          </w:p>
          <w:p w:rsidR="0059184B" w:rsidRDefault="00624675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="0059184B" w:rsidRPr="00EC6D5D">
              <w:rPr>
                <w:rFonts w:ascii="Arial" w:hAnsi="Arial" w:cs="Arial"/>
                <w:color w:val="000000"/>
              </w:rPr>
              <w:t xml:space="preserve"> плит перекрыт</w:t>
            </w:r>
            <w:r w:rsidR="00EC6D5D" w:rsidRPr="00EC6D5D">
              <w:rPr>
                <w:rFonts w:ascii="Arial" w:hAnsi="Arial" w:cs="Arial"/>
                <w:color w:val="000000"/>
              </w:rPr>
              <w:t xml:space="preserve">ия </w:t>
            </w:r>
            <w:r>
              <w:rPr>
                <w:rFonts w:ascii="Arial" w:hAnsi="Arial" w:cs="Arial"/>
                <w:color w:val="000000"/>
              </w:rPr>
              <w:t>(</w:t>
            </w:r>
            <w:r w:rsidR="00EC6D5D" w:rsidRPr="00EC6D5D">
              <w:rPr>
                <w:rFonts w:ascii="Arial" w:hAnsi="Arial" w:cs="Arial"/>
                <w:color w:val="000000"/>
              </w:rPr>
              <w:t>10</w:t>
            </w:r>
            <w:r w:rsidR="0059184B" w:rsidRPr="00EC6D5D">
              <w:rPr>
                <w:rFonts w:ascii="Arial" w:hAnsi="Arial" w:cs="Arial"/>
                <w:color w:val="000000"/>
              </w:rPr>
              <w:t>0% новых плит</w:t>
            </w:r>
            <w:r w:rsidR="00EF69C9"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 w:rsidR="00EF69C9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="00EF69C9">
              <w:rPr>
                <w:rFonts w:ascii="Arial" w:hAnsi="Arial" w:cs="Arial"/>
                <w:color w:val="000000"/>
              </w:rPr>
              <w:t xml:space="preserve"> кольца, сте</w:t>
            </w:r>
            <w:r>
              <w:rPr>
                <w:rFonts w:ascii="Arial" w:hAnsi="Arial" w:cs="Arial"/>
                <w:color w:val="000000"/>
              </w:rPr>
              <w:t>новые кольца и т.д.)).</w:t>
            </w:r>
          </w:p>
          <w:p w:rsidR="00EF69C9" w:rsidRPr="00EC6D5D" w:rsidRDefault="00EF69C9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70154A" w:rsidRDefault="0059184B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>Устройство обмазочной гидроизоляции плит перекрытия</w:t>
            </w:r>
          </w:p>
          <w:p w:rsidR="00630244" w:rsidRDefault="00630244" w:rsidP="00630244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</w:p>
          <w:p w:rsidR="00EF69C9" w:rsidRDefault="0070154A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>Монтаж балок несущих металлических</w:t>
            </w:r>
            <w:r w:rsidR="004B105D" w:rsidRPr="00EF69C9">
              <w:rPr>
                <w:rFonts w:ascii="Arial" w:hAnsi="Arial" w:cs="Arial"/>
                <w:color w:val="000000"/>
              </w:rPr>
              <w:t xml:space="preserve"> (1 шт.). </w:t>
            </w:r>
          </w:p>
          <w:p w:rsidR="00EF69C9" w:rsidRDefault="004B105D" w:rsidP="00EF69C9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>Дл</w:t>
            </w:r>
            <w:r w:rsidR="00EF69C9">
              <w:rPr>
                <w:rFonts w:ascii="Arial" w:hAnsi="Arial" w:cs="Arial"/>
                <w:color w:val="000000"/>
              </w:rPr>
              <w:t xml:space="preserve">я изготовления балки применить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</w:t>
            </w:r>
            <w:proofErr w:type="spellEnd"/>
            <w:r w:rsidR="0070154A" w:rsidRPr="00EF69C9">
              <w:rPr>
                <w:rFonts w:ascii="Arial" w:hAnsi="Arial" w:cs="Arial"/>
                <w:color w:val="000000"/>
              </w:rPr>
              <w:t xml:space="preserve"> №</w:t>
            </w:r>
            <w:r w:rsidR="00D06BF3" w:rsidRPr="00EF69C9">
              <w:rPr>
                <w:rFonts w:ascii="Arial" w:hAnsi="Arial" w:cs="Arial"/>
                <w:color w:val="000000"/>
              </w:rPr>
              <w:t>4</w:t>
            </w:r>
            <w:r w:rsidR="00EF69C9">
              <w:rPr>
                <w:rFonts w:ascii="Arial" w:hAnsi="Arial" w:cs="Arial"/>
                <w:color w:val="000000"/>
              </w:rPr>
              <w:t xml:space="preserve">0-(2 </w:t>
            </w:r>
            <w:proofErr w:type="spellStart"/>
            <w:proofErr w:type="gramStart"/>
            <w:r w:rsidR="00EF69C9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EF69C9">
              <w:rPr>
                <w:rFonts w:ascii="Arial" w:hAnsi="Arial" w:cs="Arial"/>
                <w:color w:val="000000"/>
              </w:rPr>
              <w:t>)</w:t>
            </w:r>
          </w:p>
          <w:p w:rsidR="00EF69C9" w:rsidRDefault="00EF69C9" w:rsidP="00EF69C9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Длину балки предусмотреть с учетом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не менее 250мм с каждой стороны балки. </w:t>
            </w:r>
          </w:p>
          <w:p w:rsidR="00EF69C9" w:rsidRDefault="00EF69C9" w:rsidP="00EF69C9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EF69C9">
              <w:rPr>
                <w:rFonts w:ascii="Arial" w:hAnsi="Arial" w:cs="Arial"/>
                <w:color w:val="000000"/>
              </w:rPr>
              <w:t xml:space="preserve">Предусмотреть  соединение </w:t>
            </w:r>
            <w:proofErr w:type="spellStart"/>
            <w:r w:rsidRPr="00EF69C9">
              <w:rPr>
                <w:rFonts w:ascii="Arial" w:hAnsi="Arial" w:cs="Arial"/>
                <w:color w:val="000000"/>
              </w:rPr>
              <w:t>двутавров</w:t>
            </w:r>
            <w:proofErr w:type="spellEnd"/>
            <w:r w:rsidRPr="00EF69C9">
              <w:rPr>
                <w:rFonts w:ascii="Arial" w:hAnsi="Arial" w:cs="Arial"/>
                <w:color w:val="000000"/>
              </w:rPr>
              <w:t xml:space="preserve"> пластинами металлическими с шагом 0,5 м и усиление ребрами жесткости металлическими пластинами с шагом не </w:t>
            </w:r>
            <w:r w:rsidRPr="00EF69C9">
              <w:rPr>
                <w:rFonts w:ascii="Arial" w:hAnsi="Arial" w:cs="Arial"/>
                <w:color w:val="000000"/>
              </w:rPr>
              <w:lastRenderedPageBreak/>
              <w:t>менее 0,5м.</w:t>
            </w:r>
          </w:p>
          <w:p w:rsidR="00624675" w:rsidRDefault="00624675" w:rsidP="00EF69C9">
            <w:pPr>
              <w:pStyle w:val="affc"/>
              <w:numPr>
                <w:ilvl w:val="0"/>
                <w:numId w:val="29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антикоррозийную обработку балки с применением </w:t>
            </w:r>
            <w:r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</w:p>
          <w:p w:rsidR="00630244" w:rsidRPr="00EF69C9" w:rsidRDefault="00630244" w:rsidP="00630244">
            <w:pPr>
              <w:pStyle w:val="affc"/>
              <w:tabs>
                <w:tab w:val="left" w:pos="37"/>
                <w:tab w:val="left" w:pos="321"/>
              </w:tabs>
              <w:ind w:left="397"/>
              <w:jc w:val="both"/>
              <w:rPr>
                <w:rFonts w:ascii="Arial" w:hAnsi="Arial" w:cs="Arial"/>
                <w:color w:val="000000"/>
              </w:rPr>
            </w:pPr>
          </w:p>
          <w:p w:rsidR="0059184B" w:rsidRDefault="0059184B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D06BF3">
              <w:rPr>
                <w:rFonts w:ascii="Arial" w:hAnsi="Arial" w:cs="Arial"/>
                <w:color w:val="000000"/>
              </w:rPr>
              <w:t xml:space="preserve">Замена перемычек над проемом лотковой части из </w:t>
            </w:r>
            <w:proofErr w:type="spellStart"/>
            <w:r w:rsidR="00D06BF3">
              <w:rPr>
                <w:rFonts w:ascii="Arial" w:hAnsi="Arial" w:cs="Arial"/>
                <w:color w:val="000000"/>
              </w:rPr>
              <w:t>двутавра</w:t>
            </w:r>
            <w:proofErr w:type="spellEnd"/>
            <w:r w:rsidRPr="00D06BF3">
              <w:rPr>
                <w:rFonts w:ascii="Arial" w:hAnsi="Arial" w:cs="Arial"/>
                <w:color w:val="000000"/>
              </w:rPr>
              <w:t xml:space="preserve"> </w:t>
            </w:r>
            <w:r w:rsidR="00D06BF3">
              <w:rPr>
                <w:rFonts w:ascii="Arial" w:hAnsi="Arial" w:cs="Arial"/>
                <w:color w:val="000000"/>
              </w:rPr>
              <w:t>№24</w:t>
            </w:r>
            <w:r w:rsidRPr="00D06BF3">
              <w:rPr>
                <w:rFonts w:ascii="Arial" w:hAnsi="Arial" w:cs="Arial"/>
                <w:color w:val="000000"/>
              </w:rPr>
              <w:t xml:space="preserve"> </w:t>
            </w:r>
            <w:r w:rsidR="00D06BF3">
              <w:rPr>
                <w:rFonts w:ascii="Arial" w:hAnsi="Arial" w:cs="Arial"/>
                <w:color w:val="000000"/>
              </w:rPr>
              <w:t xml:space="preserve">1 </w:t>
            </w:r>
            <w:r w:rsidRPr="00D06BF3">
              <w:rPr>
                <w:rFonts w:ascii="Arial" w:hAnsi="Arial" w:cs="Arial"/>
                <w:color w:val="000000"/>
              </w:rPr>
              <w:t>шт. L</w:t>
            </w:r>
            <w:r w:rsidRPr="00D06BF3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D06BF3">
              <w:rPr>
                <w:rFonts w:ascii="Arial" w:hAnsi="Arial" w:cs="Arial"/>
                <w:color w:val="000000"/>
              </w:rPr>
              <w:t xml:space="preserve">=2,5 м над проемом канала на новые </w:t>
            </w:r>
            <w:r w:rsidR="00227DB1">
              <w:rPr>
                <w:rFonts w:ascii="Arial" w:hAnsi="Arial" w:cs="Arial"/>
                <w:color w:val="000000"/>
              </w:rPr>
              <w:t xml:space="preserve"> на ответвлении.</w:t>
            </w:r>
            <w:proofErr w:type="gramEnd"/>
          </w:p>
          <w:p w:rsidR="00227DB1" w:rsidRDefault="00227DB1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227DB1">
              <w:rPr>
                <w:rFonts w:ascii="Arial" w:hAnsi="Arial" w:cs="Arial"/>
                <w:color w:val="000000"/>
              </w:rPr>
              <w:t>Замена трубы Ду300 L</w:t>
            </w:r>
            <w:r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227DB1">
              <w:rPr>
                <w:rFonts w:ascii="Arial" w:hAnsi="Arial" w:cs="Arial"/>
                <w:color w:val="000000"/>
              </w:rPr>
              <w:t>=6 м.</w:t>
            </w:r>
          </w:p>
          <w:p w:rsidR="00227DB1" w:rsidRDefault="00227DB1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</w:t>
            </w:r>
            <w:r w:rsidR="00235378">
              <w:rPr>
                <w:rFonts w:ascii="Arial" w:hAnsi="Arial" w:cs="Arial"/>
                <w:color w:val="000000"/>
              </w:rPr>
              <w:t xml:space="preserve"> односторонних</w:t>
            </w:r>
            <w:r>
              <w:rPr>
                <w:rFonts w:ascii="Arial" w:hAnsi="Arial" w:cs="Arial"/>
                <w:color w:val="000000"/>
              </w:rPr>
              <w:t xml:space="preserve"> сальниковых компенсаторов Ду250мм</w:t>
            </w:r>
            <w:r w:rsidR="00235378">
              <w:rPr>
                <w:rFonts w:ascii="Arial" w:hAnsi="Arial" w:cs="Arial"/>
                <w:color w:val="000000"/>
              </w:rPr>
              <w:t xml:space="preserve"> (ТС-579.00.000-06,компенсирующая способность 340мм, Ру25 кгс/см</w:t>
            </w:r>
            <w:proofErr w:type="gramStart"/>
            <w:r w:rsidR="00235378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235378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 xml:space="preserve"> – 2 шт.</w:t>
            </w:r>
          </w:p>
          <w:p w:rsidR="00624675" w:rsidRDefault="00227DB1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Замена переходов Ду300/250 – 4 шт.</w:t>
            </w:r>
          </w:p>
          <w:p w:rsidR="00630244" w:rsidRDefault="00630244" w:rsidP="00630244">
            <w:pPr>
              <w:pStyle w:val="affc"/>
              <w:tabs>
                <w:tab w:val="left" w:pos="37"/>
                <w:tab w:val="left" w:pos="321"/>
              </w:tabs>
              <w:ind w:left="37"/>
              <w:jc w:val="both"/>
              <w:rPr>
                <w:rFonts w:ascii="Arial" w:hAnsi="Arial" w:cs="Arial"/>
                <w:color w:val="000000"/>
              </w:rPr>
            </w:pPr>
          </w:p>
          <w:p w:rsidR="00630244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6C4690" w:rsidRPr="00624675">
              <w:rPr>
                <w:rFonts w:ascii="Arial" w:hAnsi="Arial" w:cs="Arial"/>
                <w:color w:val="000000"/>
              </w:rPr>
              <w:t>Замена неподвижной опоры н</w:t>
            </w:r>
            <w:r w:rsidR="00630244">
              <w:rPr>
                <w:rFonts w:ascii="Arial" w:hAnsi="Arial" w:cs="Arial"/>
                <w:color w:val="000000"/>
              </w:rPr>
              <w:t xml:space="preserve">а трубопроводе Ду300мм – 1 шт. </w:t>
            </w:r>
          </w:p>
          <w:p w:rsidR="00624675" w:rsidRDefault="00630244" w:rsidP="00630244">
            <w:pPr>
              <w:pStyle w:val="affc"/>
              <w:numPr>
                <w:ilvl w:val="0"/>
                <w:numId w:val="36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</w:t>
            </w:r>
            <w:r w:rsidR="006C4690" w:rsidRPr="00624675">
              <w:rPr>
                <w:rFonts w:ascii="Arial" w:hAnsi="Arial" w:cs="Arial"/>
                <w:color w:val="000000"/>
              </w:rPr>
              <w:t xml:space="preserve">порные конструкции применить аналогично </w:t>
            </w:r>
            <w:proofErr w:type="gramStart"/>
            <w:r>
              <w:rPr>
                <w:rFonts w:ascii="Arial" w:hAnsi="Arial" w:cs="Arial"/>
                <w:color w:val="000000"/>
              </w:rPr>
              <w:t>существующим</w:t>
            </w:r>
            <w:proofErr w:type="gramEnd"/>
            <w:r w:rsidR="006C4690" w:rsidRPr="00624675">
              <w:rPr>
                <w:rFonts w:ascii="Arial" w:hAnsi="Arial" w:cs="Arial"/>
                <w:color w:val="000000"/>
              </w:rPr>
              <w:t xml:space="preserve">. </w:t>
            </w:r>
          </w:p>
          <w:p w:rsidR="00AD5636" w:rsidRPr="00630244" w:rsidRDefault="006C4690" w:rsidP="00630244">
            <w:pPr>
              <w:pStyle w:val="affc"/>
              <w:numPr>
                <w:ilvl w:val="0"/>
                <w:numId w:val="36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630244">
              <w:rPr>
                <w:rFonts w:ascii="Arial" w:hAnsi="Arial" w:cs="Arial"/>
                <w:color w:val="000000"/>
              </w:rPr>
              <w:t xml:space="preserve">При монтаже новых неподвижных опор для Ду300мм предусмотреть </w:t>
            </w:r>
            <w:proofErr w:type="spellStart"/>
            <w:r w:rsidRPr="00630244">
              <w:rPr>
                <w:rFonts w:ascii="Arial" w:hAnsi="Arial" w:cs="Arial"/>
                <w:color w:val="000000"/>
              </w:rPr>
              <w:t>обетонирование</w:t>
            </w:r>
            <w:proofErr w:type="spellEnd"/>
            <w:r w:rsidRPr="00630244">
              <w:rPr>
                <w:rFonts w:ascii="Arial" w:hAnsi="Arial" w:cs="Arial"/>
                <w:color w:val="000000"/>
              </w:rPr>
              <w:t xml:space="preserve"> металлических стоек опоры устройством фундамента на высоту 30 см. от пола с армированием.</w:t>
            </w:r>
          </w:p>
          <w:p w:rsidR="00624675" w:rsidRDefault="00624675" w:rsidP="00630244">
            <w:pPr>
              <w:pStyle w:val="affc"/>
              <w:numPr>
                <w:ilvl w:val="0"/>
                <w:numId w:val="36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630244">
              <w:rPr>
                <w:rFonts w:ascii="Arial" w:hAnsi="Arial" w:cs="Arial"/>
                <w:color w:val="000000"/>
              </w:rPr>
              <w:t>Предусмотреть антикоррозийную обработку неподвижной опоры с применением 2-хкомпонентной мастикой «Вектор».</w:t>
            </w:r>
          </w:p>
          <w:p w:rsidR="00630244" w:rsidRPr="00630244" w:rsidRDefault="00630244" w:rsidP="00630244">
            <w:pPr>
              <w:pStyle w:val="affc"/>
              <w:tabs>
                <w:tab w:val="left" w:pos="37"/>
                <w:tab w:val="left" w:pos="321"/>
              </w:tabs>
              <w:ind w:left="397"/>
              <w:jc w:val="both"/>
              <w:rPr>
                <w:rFonts w:ascii="Arial" w:hAnsi="Arial" w:cs="Arial"/>
                <w:color w:val="000000"/>
              </w:rPr>
            </w:pPr>
          </w:p>
          <w:p w:rsid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трубы диаметром Ду125</w:t>
            </w:r>
            <w:r w:rsidRPr="006C4690">
              <w:rPr>
                <w:rFonts w:ascii="Arial" w:hAnsi="Arial" w:cs="Arial"/>
                <w:color w:val="000000"/>
              </w:rPr>
              <w:t>мм L</w:t>
            </w:r>
            <w:r w:rsidRPr="006C4690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Pr="006C4690">
              <w:rPr>
                <w:rFonts w:ascii="Arial" w:hAnsi="Arial" w:cs="Arial"/>
                <w:color w:val="000000"/>
              </w:rPr>
              <w:t>=12 м на ответвлении</w:t>
            </w:r>
            <w:r>
              <w:rPr>
                <w:rFonts w:ascii="Arial" w:hAnsi="Arial" w:cs="Arial"/>
                <w:color w:val="000000"/>
              </w:rPr>
              <w:t xml:space="preserve"> с установкой отводов ориентировочно 6 шт</w:t>
            </w:r>
            <w:r w:rsidR="00CE71DB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на подающем и обратном трубопроводе. </w:t>
            </w:r>
          </w:p>
          <w:p w:rsidR="00624675" w:rsidRDefault="00624675" w:rsidP="00624675">
            <w:pPr>
              <w:pStyle w:val="affc"/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подающего трубопровода Т</w:t>
            </w:r>
            <w:proofErr w:type="gramStart"/>
            <w:r>
              <w:rPr>
                <w:rFonts w:ascii="Arial" w:hAnsi="Arial" w:cs="Arial"/>
                <w:color w:val="000000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предусмотреть устройство врезки на ответвлении в верхней части магистрального трубопровода (на «12 часов»).</w:t>
            </w:r>
          </w:p>
          <w:p w:rsid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C4690">
              <w:rPr>
                <w:rFonts w:ascii="Arial" w:hAnsi="Arial" w:cs="Arial"/>
                <w:color w:val="000000"/>
              </w:rPr>
              <w:t xml:space="preserve">Замена запорной арматуры на ответвлении </w:t>
            </w:r>
            <w:r>
              <w:rPr>
                <w:rFonts w:ascii="Arial" w:hAnsi="Arial" w:cs="Arial"/>
                <w:color w:val="000000"/>
              </w:rPr>
              <w:t>диаметром Ду125</w:t>
            </w:r>
            <w:r w:rsidRPr="006C4690">
              <w:rPr>
                <w:rFonts w:ascii="Arial" w:hAnsi="Arial" w:cs="Arial"/>
                <w:color w:val="000000"/>
              </w:rPr>
              <w:t xml:space="preserve">мм – 2 </w:t>
            </w:r>
            <w:proofErr w:type="spellStart"/>
            <w:proofErr w:type="gramStart"/>
            <w:r w:rsidRPr="006C4690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6C4690">
              <w:rPr>
                <w:rFonts w:ascii="Arial" w:hAnsi="Arial" w:cs="Arial"/>
                <w:color w:val="000000"/>
              </w:rPr>
              <w:t xml:space="preserve"> на краны шаровые </w:t>
            </w:r>
            <w:proofErr w:type="spellStart"/>
            <w:r w:rsidRPr="006C4690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6C4690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125</w:t>
            </w:r>
            <w:r w:rsidRPr="006C4690">
              <w:rPr>
                <w:rFonts w:ascii="Arial" w:hAnsi="Arial" w:cs="Arial"/>
                <w:color w:val="000000"/>
              </w:rPr>
              <w:t xml:space="preserve"> мм Ру25 кгс/см2- 2 шт.</w:t>
            </w:r>
          </w:p>
          <w:p w:rsidR="00624675" w:rsidRPr="006C4690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C4690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6C4690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6C4690">
              <w:rPr>
                <w:rFonts w:ascii="Arial" w:hAnsi="Arial" w:cs="Arial"/>
                <w:color w:val="000000"/>
              </w:rPr>
              <w:t>+ штуцера для установк</w:t>
            </w:r>
            <w:r>
              <w:rPr>
                <w:rFonts w:ascii="Arial" w:hAnsi="Arial" w:cs="Arial"/>
                <w:color w:val="000000"/>
              </w:rPr>
              <w:t xml:space="preserve">и крана шарового под манометр- </w:t>
            </w:r>
            <w:r w:rsidR="00DC35FF">
              <w:rPr>
                <w:rFonts w:ascii="Arial" w:hAnsi="Arial" w:cs="Arial"/>
                <w:color w:val="000000"/>
              </w:rPr>
              <w:t>2</w:t>
            </w:r>
            <w:r w:rsidRPr="006C4690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на ответвлении Ду50мм – 2 шт.</w:t>
            </w:r>
          </w:p>
          <w:p w:rsidR="00624675" w:rsidRP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спускной трубы Ду50мм длиной ориентировочно 8м.</w:t>
            </w:r>
          </w:p>
          <w:p w:rsidR="00624675" w:rsidRPr="00624675" w:rsidRDefault="008670BB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8670BB">
              <w:rPr>
                <w:rFonts w:ascii="Arial" w:hAnsi="Arial" w:cs="Arial"/>
                <w:color w:val="000000"/>
              </w:rPr>
              <w:t>Демонтаж лестниц - 4 шт. Монтаж новых - 4</w:t>
            </w:r>
            <w:r w:rsidR="0059184B" w:rsidRPr="008670BB">
              <w:rPr>
                <w:rFonts w:ascii="Arial" w:hAnsi="Arial" w:cs="Arial"/>
                <w:color w:val="000000"/>
              </w:rPr>
              <w:t xml:space="preserve">шт. </w:t>
            </w:r>
            <w:r w:rsidR="0059184B" w:rsidRPr="008670BB">
              <w:rPr>
                <w:rFonts w:ascii="Arial" w:hAnsi="Arial" w:cs="Arial"/>
                <w:color w:val="000000"/>
                <w:lang w:val="en-US"/>
              </w:rPr>
              <w:t>L</w:t>
            </w:r>
            <w:r w:rsidRPr="008670BB">
              <w:rPr>
                <w:rFonts w:ascii="Arial" w:hAnsi="Arial" w:cs="Arial"/>
                <w:color w:val="000000"/>
              </w:rPr>
              <w:t>=2,2</w:t>
            </w:r>
          </w:p>
          <w:p w:rsid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предусмотреть антикоррозийную обработку.</w:t>
            </w:r>
          </w:p>
          <w:p w:rsidR="000B2DE7" w:rsidRDefault="0059184B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0B2DE7" w:rsidRDefault="000B2DE7" w:rsidP="000B2DE7">
            <w:pPr>
              <w:pStyle w:val="affc"/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</w:p>
          <w:p w:rsidR="000B2DE7" w:rsidRDefault="00624675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На ответвлении замена неподвижной опоры в лотковой части на трубопроводе Ду125</w:t>
            </w:r>
            <w:r w:rsidR="000B2DE7">
              <w:rPr>
                <w:rFonts w:ascii="Arial" w:hAnsi="Arial" w:cs="Arial"/>
                <w:color w:val="000000"/>
              </w:rPr>
              <w:t>мм – 1 шт.:</w:t>
            </w:r>
          </w:p>
          <w:p w:rsidR="00624675" w:rsidRPr="000B2DE7" w:rsidRDefault="00624675" w:rsidP="000B2DE7">
            <w:pPr>
              <w:pStyle w:val="affc"/>
              <w:numPr>
                <w:ilvl w:val="0"/>
                <w:numId w:val="35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Конструктивные решения неподвижной опоры предусмотреть в соответствии с серией </w:t>
            </w:r>
            <w:r w:rsidR="000B2DE7" w:rsidRPr="000B2DE7">
              <w:rPr>
                <w:rFonts w:ascii="Arial" w:hAnsi="Arial" w:cs="Arial"/>
                <w:color w:val="000000"/>
              </w:rPr>
              <w:t>5.903-13 выпуск</w:t>
            </w:r>
            <w:r w:rsidR="00CE71DB">
              <w:rPr>
                <w:rFonts w:ascii="Arial" w:hAnsi="Arial" w:cs="Arial"/>
                <w:color w:val="000000"/>
              </w:rPr>
              <w:t xml:space="preserve"> </w:t>
            </w:r>
            <w:r w:rsidR="000B2DE7" w:rsidRPr="000B2DE7">
              <w:rPr>
                <w:rFonts w:ascii="Arial" w:hAnsi="Arial" w:cs="Arial"/>
                <w:color w:val="000000"/>
              </w:rPr>
              <w:t>7-95 с бетонированием конструкций опоры.</w:t>
            </w:r>
          </w:p>
          <w:p w:rsid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Предусмотреть мероприятия по гидроизоляции железобетонных конструкций неподвижной опоры.</w:t>
            </w:r>
          </w:p>
          <w:p w:rsidR="000B2DE7" w:rsidRP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Предусмотреть антикоррозийную обработку неподвижной опоры с применением 2-хкомпонентной мастикой «Вектор».</w:t>
            </w:r>
          </w:p>
          <w:p w:rsidR="000B2DE7" w:rsidRPr="000B2DE7" w:rsidRDefault="00624675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Замена трубы диаметром </w:t>
            </w:r>
            <w:r w:rsidR="000B2DE7" w:rsidRPr="000B2DE7">
              <w:rPr>
                <w:rFonts w:ascii="Arial" w:hAnsi="Arial" w:cs="Arial"/>
                <w:color w:val="000000"/>
              </w:rPr>
              <w:t>2Ду125</w:t>
            </w:r>
            <w:r w:rsidRPr="000B2DE7">
              <w:rPr>
                <w:rFonts w:ascii="Arial" w:hAnsi="Arial" w:cs="Arial"/>
                <w:color w:val="000000"/>
              </w:rPr>
              <w:t xml:space="preserve">мм в лотковой части </w:t>
            </w:r>
            <w:r w:rsidR="000B2DE7" w:rsidRPr="000B2DE7">
              <w:rPr>
                <w:rFonts w:ascii="Arial" w:hAnsi="Arial" w:cs="Arial"/>
                <w:color w:val="000000"/>
              </w:rPr>
              <w:t>на длину 3м</w:t>
            </w:r>
            <w:r w:rsidRPr="000B2DE7">
              <w:rPr>
                <w:rFonts w:ascii="Arial" w:hAnsi="Arial" w:cs="Arial"/>
                <w:color w:val="000000"/>
              </w:rPr>
              <w:t>.</w:t>
            </w:r>
            <w:r w:rsidR="000B2DE7" w:rsidRPr="000B2DE7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P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Восстановление лотковой части, плиты перекрытия, гидроизоляции плиты перекрытия.</w:t>
            </w:r>
          </w:p>
          <w:p w:rsidR="000B2DE7" w:rsidRDefault="000B2DE7" w:rsidP="000B2DE7">
            <w:pPr>
              <w:pStyle w:val="affc"/>
              <w:tabs>
                <w:tab w:val="left" w:pos="37"/>
                <w:tab w:val="left" w:pos="321"/>
              </w:tabs>
              <w:ind w:left="360"/>
              <w:jc w:val="both"/>
              <w:rPr>
                <w:rFonts w:ascii="Arial" w:hAnsi="Arial" w:cs="Arial"/>
                <w:color w:val="000000"/>
              </w:rPr>
            </w:pPr>
          </w:p>
          <w:p w:rsidR="00C17CFC" w:rsidRDefault="009E7C05" w:rsidP="00C17CFC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18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C17CFC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9E7C05" w:rsidRPr="00C17CFC" w:rsidRDefault="009E7C05" w:rsidP="00C17CFC">
            <w:pPr>
              <w:tabs>
                <w:tab w:val="left" w:pos="37"/>
              </w:tabs>
              <w:ind w:left="-39"/>
              <w:jc w:val="both"/>
              <w:rPr>
                <w:rFonts w:ascii="Arial" w:hAnsi="Arial" w:cs="Arial"/>
                <w:color w:val="000000"/>
              </w:rPr>
            </w:pP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  <w:r w:rsidR="008670BB"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="00624675" w:rsidRPr="00624675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="00624675" w:rsidRPr="00624675">
              <w:rPr>
                <w:rFonts w:ascii="Arial" w:hAnsi="Arial" w:cs="Arial"/>
                <w:color w:val="000000"/>
              </w:rPr>
              <w:t xml:space="preserve"> в 2 слоя по холодной битумной мастике.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Pr="00CE71DB" w:rsidRDefault="00AC0C8D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670BB" w:rsidRPr="009C38CE" w:rsidRDefault="00AC0C8D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9C38CE" w:rsidRPr="00485B2C" w:rsidRDefault="009C38CE" w:rsidP="009C38CE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9C38CE" w:rsidRPr="009C38CE" w:rsidRDefault="009C38CE" w:rsidP="009C38CE">
            <w:pPr>
              <w:pStyle w:val="affc"/>
              <w:numPr>
                <w:ilvl w:val="0"/>
                <w:numId w:val="37"/>
              </w:numPr>
              <w:tabs>
                <w:tab w:val="left" w:pos="37"/>
              </w:tabs>
              <w:jc w:val="both"/>
              <w:rPr>
                <w:rFonts w:ascii="Arial" w:hAnsi="Arial" w:cs="Arial"/>
              </w:rPr>
            </w:pPr>
            <w:r w:rsidRPr="00485B2C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65</w:t>
            </w:r>
            <w:r w:rsidRPr="00485B2C">
              <w:rPr>
                <w:rFonts w:ascii="Arial" w:hAnsi="Arial" w:cs="Arial"/>
              </w:rPr>
              <w:t>м</w:t>
            </w:r>
            <w:r w:rsidRPr="00485B2C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613178" w:rsidRPr="007D6B58" w:rsidTr="002F7111">
        <w:trPr>
          <w:trHeight w:val="113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D201D0" w:rsidRPr="00D201D0" w:rsidRDefault="000B2DE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0B2DE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9C38CE" w:rsidRPr="00BF6CCF" w:rsidRDefault="009C38CE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F250B3">
        <w:trPr>
          <w:trHeight w:val="445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 w:rsidR="000B2DE7"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 w:rsidR="000B2DE7"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 w:rsidR="00700106"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 w:rsidR="00190F26">
              <w:rPr>
                <w:rFonts w:ascii="Arial" w:hAnsi="Arial" w:cs="Arial"/>
              </w:rPr>
              <w:t>в тепловой камере</w:t>
            </w:r>
            <w:r w:rsidR="00700106">
              <w:rPr>
                <w:rFonts w:ascii="Arial" w:hAnsi="Arial" w:cs="Arial"/>
              </w:rPr>
              <w:t>.</w:t>
            </w:r>
          </w:p>
          <w:p w:rsid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 w:rsidR="00190F26">
              <w:rPr>
                <w:rFonts w:ascii="Arial" w:hAnsi="Arial" w:cs="Arial"/>
              </w:rPr>
              <w:t>.</w:t>
            </w:r>
          </w:p>
          <w:p w:rsidR="00700106" w:rsidRDefault="00700106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700106" w:rsidRPr="00700106" w:rsidRDefault="00700106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установку компенсаторов.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 w:rsidR="00700106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proofErr w:type="gramStart"/>
            <w:r w:rsidRPr="00190F26">
              <w:rPr>
                <w:rFonts w:ascii="Arial" w:hAnsi="Arial" w:cs="Arial"/>
              </w:rPr>
              <w:t>На</w:t>
            </w:r>
            <w:proofErr w:type="gramEnd"/>
            <w:r w:rsidRPr="00190F26">
              <w:rPr>
                <w:rFonts w:ascii="Arial" w:hAnsi="Arial" w:cs="Arial"/>
              </w:rPr>
              <w:t xml:space="preserve"> </w:t>
            </w:r>
            <w:proofErr w:type="gramStart"/>
            <w:r w:rsidRPr="00190F26">
              <w:rPr>
                <w:rFonts w:ascii="Arial" w:hAnsi="Arial" w:cs="Arial"/>
              </w:rPr>
              <w:t>отрывку</w:t>
            </w:r>
            <w:proofErr w:type="gramEnd"/>
            <w:r w:rsidRPr="00190F26">
              <w:rPr>
                <w:rFonts w:ascii="Arial" w:hAnsi="Arial" w:cs="Arial"/>
              </w:rPr>
              <w:t xml:space="preserve"> траншеи под теплотрассу</w:t>
            </w:r>
            <w:r w:rsidR="0021599D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обратную засыпку теплотрассы</w:t>
            </w:r>
            <w:r w:rsidR="0021599D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приемку укладки трубопроводов тепловой сети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190F26" w:rsidRPr="000B2DE7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На теплоизоляцию трубопроводов тепловой сети</w:t>
            </w:r>
          </w:p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 w:rsidR="00700106">
              <w:rPr>
                <w:rFonts w:ascii="Arial" w:hAnsi="Arial" w:cs="Arial"/>
              </w:rPr>
              <w:t>.</w:t>
            </w:r>
          </w:p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030" w:rsidRPr="00E23030">
              <w:rPr>
                <w:rFonts w:ascii="Arial" w:hAnsi="Arial" w:cs="Arial"/>
              </w:rPr>
              <w:t>. Копии сертификатов на трубы, электроды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23030"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="00E23030" w:rsidRPr="00E23030">
              <w:rPr>
                <w:rFonts w:ascii="Arial" w:hAnsi="Arial" w:cs="Arial"/>
              </w:rPr>
              <w:t>элементы</w:t>
            </w:r>
            <w:proofErr w:type="gramEnd"/>
            <w:r w:rsidR="00E23030"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="00E23030" w:rsidRPr="00E23030">
              <w:rPr>
                <w:rFonts w:ascii="Arial" w:hAnsi="Arial" w:cs="Arial"/>
              </w:rPr>
              <w:t>т.д</w:t>
            </w:r>
            <w:proofErr w:type="spellEnd"/>
            <w:r w:rsidR="00E23030" w:rsidRPr="00E23030">
              <w:rPr>
                <w:rFonts w:ascii="Arial" w:hAnsi="Arial" w:cs="Arial"/>
              </w:rPr>
              <w:t>)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23030" w:rsidRPr="00E23030">
              <w:rPr>
                <w:rFonts w:ascii="Arial" w:hAnsi="Arial" w:cs="Arial"/>
              </w:rPr>
              <w:t>. Паспорта на железобетонные конструкции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23030"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E23030">
              <w:rPr>
                <w:rFonts w:ascii="Arial" w:hAnsi="Arial" w:cs="Arial"/>
              </w:rPr>
              <w:t>гидро</w:t>
            </w:r>
            <w:proofErr w:type="spellEnd"/>
            <w:r w:rsidR="00E23030" w:rsidRPr="00E23030">
              <w:rPr>
                <w:rFonts w:ascii="Arial" w:hAnsi="Arial" w:cs="Arial"/>
              </w:rPr>
              <w:t>- и теплоизоляцию трубопроводов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23030"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 w:rsidR="00E23030">
              <w:rPr>
                <w:rFonts w:ascii="Arial" w:hAnsi="Arial" w:cs="Arial"/>
              </w:rPr>
              <w:t>.</w:t>
            </w:r>
          </w:p>
          <w:p w:rsidR="00613178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E23030">
              <w:rPr>
                <w:rFonts w:ascii="Arial" w:hAnsi="Arial" w:cs="Arial"/>
              </w:rPr>
              <w:t>пром</w:t>
            </w:r>
            <w:proofErr w:type="gramStart"/>
            <w:r w:rsidR="00E23030" w:rsidRPr="00E23030">
              <w:rPr>
                <w:rFonts w:ascii="Arial" w:hAnsi="Arial" w:cs="Arial"/>
              </w:rPr>
              <w:t>.б</w:t>
            </w:r>
            <w:proofErr w:type="gramEnd"/>
            <w:r w:rsidR="00E23030" w:rsidRPr="00E23030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D201D0" w:rsidRDefault="00712911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23030">
              <w:rPr>
                <w:rFonts w:ascii="Arial" w:hAnsi="Arial" w:cs="Arial"/>
              </w:rPr>
              <w:t>. Справка от МУП «</w:t>
            </w:r>
            <w:r w:rsidR="00E23030" w:rsidRPr="00E23030">
              <w:rPr>
                <w:rFonts w:ascii="Arial" w:hAnsi="Arial" w:cs="Arial"/>
              </w:rPr>
              <w:t>Петрозаводские энергетические системы</w:t>
            </w:r>
            <w:r w:rsidR="00E23030">
              <w:rPr>
                <w:rFonts w:ascii="Arial" w:hAnsi="Arial" w:cs="Arial"/>
              </w:rPr>
              <w:t xml:space="preserve">» </w:t>
            </w:r>
            <w:r w:rsidR="00E23030" w:rsidRPr="00E23030">
              <w:rPr>
                <w:rFonts w:ascii="Arial" w:hAnsi="Arial" w:cs="Arial"/>
              </w:rPr>
              <w:t>(Арендодател</w:t>
            </w:r>
            <w:r w:rsidR="00457603">
              <w:rPr>
                <w:rFonts w:ascii="Arial" w:hAnsi="Arial" w:cs="Arial"/>
              </w:rPr>
              <w:t>ь</w:t>
            </w:r>
            <w:r w:rsidR="00E23030" w:rsidRPr="00E23030">
              <w:rPr>
                <w:rFonts w:ascii="Arial" w:hAnsi="Arial" w:cs="Arial"/>
              </w:rPr>
              <w:t xml:space="preserve"> имущества)</w:t>
            </w:r>
            <w:r w:rsidR="00E23030">
              <w:rPr>
                <w:rFonts w:ascii="Arial" w:hAnsi="Arial" w:cs="Arial"/>
              </w:rPr>
              <w:t xml:space="preserve"> о сдаче металлолома.</w:t>
            </w:r>
          </w:p>
        </w:tc>
      </w:tr>
      <w:tr w:rsidR="00613178" w:rsidRPr="007D6B58" w:rsidTr="00680783">
        <w:trPr>
          <w:trHeight w:val="42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613178" w:rsidRPr="005747DE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E23030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5747DE" w:rsidRDefault="00C25520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Pr="002F080B">
              <w:rPr>
                <w:rFonts w:ascii="Arial" w:hAnsi="Arial" w:cs="Arial"/>
                <w:spacing w:val="-5"/>
              </w:rPr>
              <w:t>в письменном виде согласовываются с АО «</w:t>
            </w:r>
            <w:proofErr w:type="spellStart"/>
            <w:r w:rsidRPr="002F080B">
              <w:rPr>
                <w:rFonts w:ascii="Arial" w:hAnsi="Arial" w:cs="Arial"/>
                <w:spacing w:val="-5"/>
              </w:rPr>
              <w:t>ПКС-Тепловые</w:t>
            </w:r>
            <w:proofErr w:type="spellEnd"/>
            <w:r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F36F5D" w:rsidRPr="00E23030" w:rsidRDefault="00E23030" w:rsidP="0085761F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E23030">
              <w:rPr>
                <w:rFonts w:ascii="Arial" w:hAnsi="Arial" w:cs="Arial"/>
              </w:rPr>
              <w:t>СанПин</w:t>
            </w:r>
            <w:proofErr w:type="spellEnd"/>
            <w:r w:rsidRPr="00E23030">
              <w:rPr>
                <w:rFonts w:ascii="Arial" w:hAnsi="Arial" w:cs="Arial"/>
              </w:rPr>
              <w:t xml:space="preserve">, </w:t>
            </w:r>
            <w:proofErr w:type="spellStart"/>
            <w:r w:rsidRPr="00E23030">
              <w:rPr>
                <w:rFonts w:ascii="Arial" w:hAnsi="Arial" w:cs="Arial"/>
              </w:rPr>
              <w:t>СНиП</w:t>
            </w:r>
            <w:proofErr w:type="spellEnd"/>
            <w:r w:rsidRPr="00E23030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 xml:space="preserve">сходные данные для выполнения </w:t>
            </w:r>
            <w:r w:rsidRPr="005747DE">
              <w:rPr>
                <w:rFonts w:ascii="Arial" w:hAnsi="Arial" w:cs="Arial"/>
                <w:spacing w:val="-7"/>
              </w:rPr>
              <w:lastRenderedPageBreak/>
              <w:t>работ</w:t>
            </w:r>
          </w:p>
        </w:tc>
        <w:tc>
          <w:tcPr>
            <w:tcW w:w="5777" w:type="dxa"/>
          </w:tcPr>
          <w:p w:rsidR="00613178" w:rsidRPr="00457603" w:rsidRDefault="00613178" w:rsidP="00D25611">
            <w:pPr>
              <w:jc w:val="both"/>
              <w:rPr>
                <w:rFonts w:ascii="Arial" w:hAnsi="Arial" w:cs="Arial"/>
              </w:rPr>
            </w:pPr>
            <w:r w:rsidRPr="00457603">
              <w:rPr>
                <w:rFonts w:ascii="Arial" w:hAnsi="Arial" w:cs="Arial"/>
              </w:rPr>
              <w:lastRenderedPageBreak/>
              <w:t>Техническ</w:t>
            </w:r>
            <w:r w:rsidR="00E86291" w:rsidRPr="00457603">
              <w:rPr>
                <w:rFonts w:ascii="Arial" w:hAnsi="Arial" w:cs="Arial"/>
              </w:rPr>
              <w:t>ое</w:t>
            </w:r>
            <w:r w:rsidRPr="00457603">
              <w:rPr>
                <w:rFonts w:ascii="Arial" w:hAnsi="Arial" w:cs="Arial"/>
              </w:rPr>
              <w:t xml:space="preserve"> </w:t>
            </w:r>
            <w:r w:rsidR="00E86291" w:rsidRPr="00457603">
              <w:rPr>
                <w:rFonts w:ascii="Arial" w:hAnsi="Arial" w:cs="Arial"/>
              </w:rPr>
              <w:t>задание</w:t>
            </w:r>
            <w:r w:rsidR="00055719">
              <w:rPr>
                <w:rFonts w:ascii="Arial" w:hAnsi="Arial" w:cs="Arial"/>
              </w:rPr>
              <w:t xml:space="preserve"> </w:t>
            </w:r>
            <w:r w:rsidRPr="00457603">
              <w:rPr>
                <w:rFonts w:ascii="Arial" w:hAnsi="Arial" w:cs="Arial"/>
              </w:rPr>
              <w:t>АО «</w:t>
            </w:r>
            <w:proofErr w:type="spellStart"/>
            <w:r w:rsidRPr="00457603">
              <w:rPr>
                <w:rFonts w:ascii="Arial" w:hAnsi="Arial" w:cs="Arial"/>
              </w:rPr>
              <w:t>ПКС</w:t>
            </w:r>
            <w:r w:rsidR="00015E7C" w:rsidRPr="00457603">
              <w:rPr>
                <w:rFonts w:ascii="Arial" w:hAnsi="Arial" w:cs="Arial"/>
              </w:rPr>
              <w:t>-Тепловые</w:t>
            </w:r>
            <w:proofErr w:type="spellEnd"/>
            <w:r w:rsidR="00015E7C" w:rsidRPr="00457603">
              <w:rPr>
                <w:rFonts w:ascii="Arial" w:hAnsi="Arial" w:cs="Arial"/>
              </w:rPr>
              <w:t xml:space="preserve"> сети</w:t>
            </w:r>
            <w:r w:rsidRPr="00457603">
              <w:rPr>
                <w:rFonts w:ascii="Arial" w:hAnsi="Arial" w:cs="Arial"/>
              </w:rPr>
              <w:t>»</w:t>
            </w:r>
            <w:r w:rsidR="00524B30" w:rsidRPr="00457603">
              <w:rPr>
                <w:rFonts w:ascii="Arial" w:hAnsi="Arial" w:cs="Arial"/>
              </w:rPr>
              <w:t xml:space="preserve">, </w:t>
            </w:r>
            <w:r w:rsidR="001035A0" w:rsidRPr="00457603">
              <w:rPr>
                <w:rFonts w:ascii="Arial" w:hAnsi="Arial" w:cs="Arial"/>
              </w:rPr>
              <w:lastRenderedPageBreak/>
              <w:t>д</w:t>
            </w:r>
            <w:r w:rsidR="00524B30" w:rsidRPr="00457603">
              <w:rPr>
                <w:rFonts w:ascii="Arial" w:hAnsi="Arial" w:cs="Arial"/>
              </w:rPr>
              <w:t>ефектная ведомость</w:t>
            </w:r>
            <w:r w:rsidR="00E23030" w:rsidRPr="00457603">
              <w:rPr>
                <w:rFonts w:ascii="Arial" w:hAnsi="Arial" w:cs="Arial"/>
              </w:rPr>
              <w:t>, локальная смета</w:t>
            </w:r>
            <w:r w:rsidR="00395CD4">
              <w:rPr>
                <w:rFonts w:ascii="Arial" w:hAnsi="Arial" w:cs="Arial"/>
              </w:rPr>
              <w:t>, схема расположения объекта</w:t>
            </w:r>
            <w:r w:rsidR="00E23030" w:rsidRPr="00457603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lastRenderedPageBreak/>
              <w:t>15. Требования к сметной документации</w:t>
            </w:r>
          </w:p>
        </w:tc>
        <w:tc>
          <w:tcPr>
            <w:tcW w:w="5777" w:type="dxa"/>
          </w:tcPr>
          <w:p w:rsidR="00613178" w:rsidRPr="00BF6CCF" w:rsidRDefault="00C16881" w:rsidP="001035A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233C2F" w:rsidRPr="00BF6CCF" w:rsidRDefault="00C16881" w:rsidP="00D86E0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МДС 81-35.2004, МДС 81-34.2004, </w:t>
            </w:r>
            <w:r w:rsidR="00B531A5" w:rsidRPr="001D3BE1">
              <w:rPr>
                <w:rFonts w:ascii="Arial" w:eastAsia="Calibri" w:hAnsi="Arial" w:cs="Arial"/>
                <w:color w:val="000000"/>
              </w:rPr>
              <w:t xml:space="preserve">Письмо </w:t>
            </w:r>
            <w:r w:rsidR="00B531A5">
              <w:rPr>
                <w:rFonts w:ascii="Arial" w:eastAsia="Calibri" w:hAnsi="Arial" w:cs="Arial"/>
                <w:color w:val="000000"/>
              </w:rPr>
              <w:t>Федерального агентства по строительству и жилищно-коммунальному хозяйству</w:t>
            </w:r>
            <w:r w:rsidR="00B531A5" w:rsidRPr="001D3BE1">
              <w:rPr>
                <w:rFonts w:ascii="Arial" w:eastAsia="Calibri" w:hAnsi="Arial" w:cs="Arial"/>
                <w:color w:val="000000"/>
              </w:rPr>
              <w:t xml:space="preserve"> </w:t>
            </w:r>
            <w:r w:rsidR="00B531A5">
              <w:rPr>
                <w:rFonts w:ascii="Arial" w:eastAsia="Calibri" w:hAnsi="Arial" w:cs="Arial"/>
                <w:color w:val="000000"/>
              </w:rPr>
              <w:t>№ АП-5536/06 от 18.11.2004 г</w:t>
            </w:r>
            <w:r w:rsidR="00B531A5" w:rsidRPr="00BF6CCF">
              <w:rPr>
                <w:rFonts w:ascii="Arial" w:hAnsi="Arial" w:cs="Arial"/>
              </w:rPr>
              <w:t xml:space="preserve"> ТСНБ</w:t>
            </w:r>
            <w:r w:rsidR="00D86E00">
              <w:rPr>
                <w:rFonts w:ascii="Arial" w:hAnsi="Arial" w:cs="Arial"/>
              </w:rPr>
              <w:t>-И1</w:t>
            </w:r>
            <w:r w:rsidR="00B531A5" w:rsidRPr="00BF6CCF">
              <w:rPr>
                <w:rFonts w:ascii="Arial" w:hAnsi="Arial" w:cs="Arial"/>
              </w:rPr>
              <w:t xml:space="preserve"> –Карелия </w:t>
            </w:r>
            <w:r w:rsidR="00D86E00">
              <w:rPr>
                <w:rFonts w:ascii="Arial" w:hAnsi="Arial" w:cs="Arial"/>
              </w:rPr>
              <w:t>2014(дек.2017</w:t>
            </w:r>
            <w:r w:rsidR="00B531A5">
              <w:rPr>
                <w:rFonts w:ascii="Arial" w:hAnsi="Arial" w:cs="Arial"/>
              </w:rPr>
              <w:t>.</w:t>
            </w:r>
            <w:r w:rsidR="00B531A5" w:rsidRPr="00BF6CCF">
              <w:rPr>
                <w:rFonts w:ascii="Arial" w:hAnsi="Arial" w:cs="Arial"/>
              </w:rPr>
              <w:t>)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613178" w:rsidRPr="005747DE" w:rsidRDefault="00613178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5747DE">
              <w:rPr>
                <w:rFonts w:ascii="Arial" w:hAnsi="Arial" w:cs="Arial"/>
                <w:spacing w:val="-4"/>
              </w:rPr>
              <w:t xml:space="preserve"> </w:t>
            </w:r>
            <w:r w:rsidR="00C16881"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13178" w:rsidRPr="005747DE" w:rsidRDefault="00543C92" w:rsidP="00680783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613178" w:rsidRPr="005747DE" w:rsidRDefault="00613178" w:rsidP="00543C92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CD5CEA" w:rsidRPr="001035A0" w:rsidRDefault="00CD5CEA" w:rsidP="001035A0">
            <w:pPr>
              <w:rPr>
                <w:rFonts w:ascii="Arial" w:hAnsi="Arial" w:cs="Arial"/>
              </w:rPr>
            </w:pPr>
            <w:r w:rsidRPr="001035A0">
              <w:rPr>
                <w:rFonts w:ascii="Arial" w:hAnsi="Arial" w:cs="Arial"/>
              </w:rPr>
              <w:t>Силами Подрядчика</w:t>
            </w:r>
            <w:r w:rsidR="00BF6CCF">
              <w:rPr>
                <w:rFonts w:ascii="Arial" w:hAnsi="Arial" w:cs="Arial"/>
              </w:rPr>
              <w:t>:</w:t>
            </w:r>
          </w:p>
          <w:p w:rsidR="005F5A4C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П</w:t>
            </w:r>
            <w:r w:rsidR="005F5A4C" w:rsidRPr="001035A0">
              <w:rPr>
                <w:rFonts w:ascii="Arial" w:hAnsi="Arial" w:cs="Arial"/>
              </w:rPr>
              <w:t>олучение разрешения на земляные работы</w:t>
            </w:r>
            <w:r w:rsidR="00D25110" w:rsidRPr="001035A0">
              <w:rPr>
                <w:rFonts w:ascii="Arial" w:hAnsi="Arial" w:cs="Arial"/>
              </w:rPr>
              <w:t xml:space="preserve"> и оформление Договора-заявки на производство земляных и строительных работ с Администрацией г</w:t>
            </w:r>
            <w:proofErr w:type="gramStart"/>
            <w:r w:rsidR="00D25110" w:rsidRPr="001035A0">
              <w:rPr>
                <w:rFonts w:ascii="Arial" w:hAnsi="Arial" w:cs="Arial"/>
              </w:rPr>
              <w:t>.П</w:t>
            </w:r>
            <w:proofErr w:type="gramEnd"/>
            <w:r w:rsidR="00D25110" w:rsidRPr="001035A0">
              <w:rPr>
                <w:rFonts w:ascii="Arial" w:hAnsi="Arial" w:cs="Arial"/>
              </w:rPr>
              <w:t>етрозаводска</w:t>
            </w:r>
            <w:r>
              <w:rPr>
                <w:rFonts w:ascii="Arial" w:hAnsi="Arial" w:cs="Arial"/>
              </w:rPr>
              <w:t>;</w:t>
            </w:r>
          </w:p>
          <w:p w:rsidR="00D25110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5F5A4C" w:rsidRPr="001035A0">
              <w:rPr>
                <w:rFonts w:ascii="Arial" w:hAnsi="Arial" w:cs="Arial"/>
              </w:rPr>
              <w:t>ыполнение согласований на земляные работы</w:t>
            </w:r>
            <w:r>
              <w:rPr>
                <w:rFonts w:ascii="Arial" w:hAnsi="Arial" w:cs="Arial"/>
              </w:rPr>
              <w:t>;</w:t>
            </w:r>
          </w:p>
          <w:p w:rsidR="00613178" w:rsidRDefault="00BF6CCF" w:rsidP="00DA1D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CD5CEA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CD5CEA" w:rsidRPr="001035A0">
              <w:rPr>
                <w:rFonts w:ascii="Arial" w:hAnsi="Arial" w:cs="Arial"/>
              </w:rPr>
              <w:t>ыполнение планировочных работ на месте разрытия с устройством щебеночного основания под асфальтирование в местах проездов</w:t>
            </w:r>
            <w:r w:rsidR="00F020E1" w:rsidRPr="001035A0">
              <w:rPr>
                <w:rFonts w:ascii="Arial" w:hAnsi="Arial" w:cs="Arial"/>
              </w:rPr>
              <w:t xml:space="preserve"> согласно правил благоустройства</w:t>
            </w:r>
            <w:r w:rsidR="00BF0651" w:rsidRPr="001035A0">
              <w:rPr>
                <w:rFonts w:ascii="Arial" w:hAnsi="Arial" w:cs="Arial"/>
              </w:rPr>
              <w:t xml:space="preserve"> в г</w:t>
            </w:r>
            <w:proofErr w:type="gramStart"/>
            <w:r w:rsidR="00BF0651" w:rsidRPr="001035A0">
              <w:rPr>
                <w:rFonts w:ascii="Arial" w:hAnsi="Arial" w:cs="Arial"/>
              </w:rPr>
              <w:t>.П</w:t>
            </w:r>
            <w:proofErr w:type="gramEnd"/>
            <w:r w:rsidR="00BF0651" w:rsidRPr="001035A0">
              <w:rPr>
                <w:rFonts w:ascii="Arial" w:hAnsi="Arial" w:cs="Arial"/>
              </w:rPr>
              <w:t>етрозаводск</w:t>
            </w:r>
            <w:r w:rsidR="00E23030">
              <w:rPr>
                <w:rFonts w:ascii="Arial" w:hAnsi="Arial" w:cs="Arial"/>
              </w:rPr>
              <w:t>.</w:t>
            </w:r>
          </w:p>
          <w:p w:rsidR="00C25520" w:rsidRPr="005747DE" w:rsidRDefault="00C25520" w:rsidP="00DA1D89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4.</w:t>
            </w:r>
            <w:r>
              <w:rPr>
                <w:rFonts w:ascii="Arial" w:hAnsi="Arial" w:cs="Arial"/>
              </w:rPr>
              <w:t xml:space="preserve"> Выполнение работ по восстановлению благоустройства.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613178" w:rsidRPr="0082673F" w:rsidRDefault="00E23030" w:rsidP="00457603">
            <w:pPr>
              <w:rPr>
                <w:rFonts w:ascii="Arial" w:hAnsi="Arial" w:cs="Arial"/>
                <w:spacing w:val="-4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13178" w:rsidRPr="005747DE" w:rsidRDefault="00613178" w:rsidP="001035A0">
            <w:pPr>
              <w:rPr>
                <w:rFonts w:ascii="Arial" w:hAnsi="Arial" w:cs="Arial"/>
              </w:rPr>
            </w:pPr>
            <w:r w:rsidRPr="00D86E00">
              <w:rPr>
                <w:rFonts w:ascii="Arial" w:hAnsi="Arial" w:cs="Arial"/>
              </w:rPr>
              <w:t xml:space="preserve">Вывозка </w:t>
            </w:r>
            <w:r w:rsidR="000B71ED" w:rsidRPr="00D86E00">
              <w:rPr>
                <w:rFonts w:ascii="Arial" w:hAnsi="Arial" w:cs="Arial"/>
              </w:rPr>
              <w:t xml:space="preserve">строительного мусора на свалку ТБО силами </w:t>
            </w:r>
            <w:r w:rsidR="00E23030" w:rsidRPr="00D86E00">
              <w:rPr>
                <w:rFonts w:ascii="Arial" w:hAnsi="Arial" w:cs="Arial"/>
              </w:rPr>
              <w:t xml:space="preserve">и за счет средств </w:t>
            </w:r>
            <w:r w:rsidR="000B71ED" w:rsidRPr="00D86E00">
              <w:rPr>
                <w:rFonts w:ascii="Arial" w:hAnsi="Arial" w:cs="Arial"/>
              </w:rPr>
              <w:t>подрядчика</w:t>
            </w:r>
            <w:r w:rsidRPr="00D86E00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13178" w:rsidRPr="005747DE" w:rsidRDefault="00E23030" w:rsidP="00F97935">
            <w:pPr>
              <w:jc w:val="both"/>
              <w:rPr>
                <w:rFonts w:ascii="Arial" w:hAnsi="Arial" w:cs="Arial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0378A">
              <w:rPr>
                <w:rFonts w:ascii="Arial" w:hAnsi="Arial" w:cs="Arial"/>
              </w:rPr>
              <w:t>.</w:t>
            </w:r>
          </w:p>
        </w:tc>
      </w:tr>
      <w:tr w:rsidR="00457603" w:rsidRPr="007D6B58" w:rsidTr="00680783">
        <w:tc>
          <w:tcPr>
            <w:tcW w:w="4077" w:type="dxa"/>
          </w:tcPr>
          <w:p w:rsidR="00457603" w:rsidRPr="005747DE" w:rsidRDefault="00457603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777" w:type="dxa"/>
          </w:tcPr>
          <w:p w:rsidR="00457603" w:rsidRPr="00007A81" w:rsidRDefault="00457603" w:rsidP="000A2347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1.</w:t>
            </w:r>
            <w:r w:rsidRPr="00007A81"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</w:t>
            </w:r>
            <w:r w:rsidR="00916D7C" w:rsidRPr="00007A81">
              <w:rPr>
                <w:rFonts w:ascii="Arial" w:hAnsi="Arial" w:cs="Arial"/>
              </w:rPr>
              <w:t xml:space="preserve"> ТЭЦ. Ориентировочно – июнь 201</w:t>
            </w:r>
            <w:r w:rsidR="00CC4935" w:rsidRPr="00007A81">
              <w:rPr>
                <w:rFonts w:ascii="Arial" w:hAnsi="Arial" w:cs="Arial"/>
              </w:rPr>
              <w:t>9</w:t>
            </w:r>
            <w:r w:rsidRPr="00007A81"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457603" w:rsidRPr="00007A81" w:rsidRDefault="00457603" w:rsidP="000A2347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2.</w:t>
            </w:r>
            <w:r w:rsidRPr="00007A81">
              <w:rPr>
                <w:rFonts w:ascii="Arial" w:hAnsi="Arial" w:cs="Arial"/>
              </w:rPr>
              <w:t xml:space="preserve"> Демонтаж и монтаж трубопроводов и оборудования</w:t>
            </w:r>
            <w:r w:rsidR="00A00AFA" w:rsidRPr="00007A81">
              <w:rPr>
                <w:rFonts w:ascii="Arial" w:hAnsi="Arial" w:cs="Arial"/>
              </w:rPr>
              <w:t xml:space="preserve">, проверка </w:t>
            </w:r>
            <w:proofErr w:type="spellStart"/>
            <w:r w:rsidR="00A00AFA" w:rsidRPr="00007A81">
              <w:rPr>
                <w:rFonts w:ascii="Arial" w:hAnsi="Arial" w:cs="Arial"/>
              </w:rPr>
              <w:t>сплошности</w:t>
            </w:r>
            <w:proofErr w:type="spellEnd"/>
            <w:r w:rsidR="00A00AFA" w:rsidRPr="00007A81">
              <w:rPr>
                <w:rFonts w:ascii="Arial" w:hAnsi="Arial" w:cs="Arial"/>
              </w:rPr>
              <w:t xml:space="preserve"> стыков неразрушающими методами контроля </w:t>
            </w:r>
            <w:r w:rsidRPr="00007A81">
              <w:rPr>
                <w:rFonts w:ascii="Arial" w:hAnsi="Arial" w:cs="Arial"/>
              </w:rPr>
              <w:t xml:space="preserve"> выполнить строго в период отключения источника тепловой энергии – Петрозаводской ТЭЦ.</w:t>
            </w:r>
          </w:p>
          <w:p w:rsidR="00457603" w:rsidRPr="00007A81" w:rsidRDefault="00457603" w:rsidP="000A2347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3.</w:t>
            </w:r>
            <w:r w:rsidRPr="00007A81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</w:t>
            </w:r>
            <w:r w:rsidR="00A91C23" w:rsidRPr="00007A81">
              <w:rPr>
                <w:rFonts w:ascii="Arial" w:hAnsi="Arial" w:cs="Arial"/>
              </w:rPr>
              <w:t xml:space="preserve">вскрытие тепловой камеры, </w:t>
            </w:r>
            <w:r w:rsidRPr="00007A81">
              <w:rPr>
                <w:rFonts w:ascii="Arial" w:hAnsi="Arial" w:cs="Arial"/>
              </w:rPr>
              <w:t>подго</w:t>
            </w:r>
            <w:r w:rsidR="0081562A" w:rsidRPr="00007A81">
              <w:rPr>
                <w:rFonts w:ascii="Arial" w:hAnsi="Arial" w:cs="Arial"/>
              </w:rPr>
              <w:t xml:space="preserve">товка к демонтажу, подготовка новых трубопроводов к монтажу и </w:t>
            </w:r>
            <w:r w:rsidRPr="00007A81">
              <w:rPr>
                <w:rFonts w:ascii="Arial" w:hAnsi="Arial" w:cs="Arial"/>
              </w:rPr>
              <w:t>др.</w:t>
            </w:r>
          </w:p>
          <w:p w:rsidR="0081562A" w:rsidRPr="00007A81" w:rsidRDefault="0081562A" w:rsidP="008E39FE">
            <w:pPr>
              <w:rPr>
                <w:rFonts w:ascii="Arial" w:hAnsi="Arial" w:cs="Arial"/>
                <w:b/>
              </w:rPr>
            </w:pPr>
            <w:r w:rsidRPr="00007A81">
              <w:rPr>
                <w:rFonts w:ascii="Arial" w:hAnsi="Arial" w:cs="Arial"/>
                <w:b/>
              </w:rPr>
              <w:t xml:space="preserve">4. </w:t>
            </w:r>
            <w:r w:rsidRPr="00007A81">
              <w:rPr>
                <w:rFonts w:ascii="Arial" w:hAnsi="Arial" w:cs="Arial"/>
              </w:rPr>
              <w:t xml:space="preserve">К работам по замене трубопроводов преступить </w:t>
            </w:r>
            <w:r w:rsidR="008E39FE" w:rsidRPr="00007A81">
              <w:rPr>
                <w:rFonts w:ascii="Arial" w:hAnsi="Arial" w:cs="Arial"/>
              </w:rPr>
              <w:t xml:space="preserve">через 3 дня </w:t>
            </w:r>
            <w:r w:rsidRPr="00007A81">
              <w:rPr>
                <w:rFonts w:ascii="Arial" w:hAnsi="Arial" w:cs="Arial"/>
              </w:rPr>
              <w:t xml:space="preserve">после </w:t>
            </w:r>
            <w:r w:rsidR="008E39FE" w:rsidRPr="00007A81">
              <w:rPr>
                <w:rFonts w:ascii="Arial" w:hAnsi="Arial" w:cs="Arial"/>
              </w:rPr>
              <w:t xml:space="preserve">проведения гидравлических испытаний магистральных сетей Заказчика в период </w:t>
            </w:r>
            <w:r w:rsidRPr="00007A81">
              <w:rPr>
                <w:rFonts w:ascii="Arial" w:hAnsi="Arial" w:cs="Arial"/>
              </w:rPr>
              <w:t>останова ПТЭЦ.</w:t>
            </w:r>
            <w:r w:rsidR="004915B0" w:rsidRPr="00007A81">
              <w:rPr>
                <w:rFonts w:ascii="Arial" w:hAnsi="Arial" w:cs="Arial"/>
              </w:rPr>
              <w:t xml:space="preserve"> Монтаж трубопроводов должен быть закончен в течени</w:t>
            </w:r>
            <w:proofErr w:type="gramStart"/>
            <w:r w:rsidR="004915B0" w:rsidRPr="00007A81">
              <w:rPr>
                <w:rFonts w:ascii="Arial" w:hAnsi="Arial" w:cs="Arial"/>
              </w:rPr>
              <w:t>и</w:t>
            </w:r>
            <w:proofErr w:type="gramEnd"/>
            <w:r w:rsidR="004915B0" w:rsidRPr="00007A81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C25520" w:rsidRPr="007D6B58" w:rsidTr="00F250B3">
        <w:trPr>
          <w:trHeight w:val="493"/>
        </w:trPr>
        <w:tc>
          <w:tcPr>
            <w:tcW w:w="4077" w:type="dxa"/>
          </w:tcPr>
          <w:p w:rsidR="00C25520" w:rsidRPr="005747DE" w:rsidRDefault="00C25520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C25520" w:rsidRPr="005747DE" w:rsidRDefault="00C25520" w:rsidP="00F607E9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C25520" w:rsidRPr="007D6B58" w:rsidTr="00680783">
        <w:tc>
          <w:tcPr>
            <w:tcW w:w="4077" w:type="dxa"/>
          </w:tcPr>
          <w:p w:rsidR="00C25520" w:rsidRPr="005747DE" w:rsidRDefault="00C25520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5777" w:type="dxa"/>
          </w:tcPr>
          <w:p w:rsidR="00C25520" w:rsidRPr="00007A81" w:rsidRDefault="00C25520" w:rsidP="00E23030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1.</w:t>
            </w:r>
            <w:r w:rsidRPr="00007A81">
              <w:rPr>
                <w:rFonts w:ascii="Arial" w:hAnsi="Arial" w:cs="Arial"/>
              </w:rPr>
              <w:t xml:space="preserve"> Полный комплект рабочей документации в соответствии с п.11 настоящего технического задания.</w:t>
            </w:r>
          </w:p>
          <w:p w:rsidR="00C25520" w:rsidRPr="00007A81" w:rsidRDefault="00C2552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 xml:space="preserve">2. </w:t>
            </w:r>
            <w:r w:rsidRPr="00007A81">
              <w:rPr>
                <w:rFonts w:ascii="Arial" w:hAnsi="Arial" w:cs="Arial"/>
              </w:rPr>
              <w:t>Локальная смета, акты выполненных работ и справка о стоимости работ (КС-2, КС-3).</w:t>
            </w:r>
          </w:p>
          <w:p w:rsidR="00C25520" w:rsidRPr="00007A81" w:rsidRDefault="00C25520" w:rsidP="00F114D0">
            <w:pPr>
              <w:rPr>
                <w:rFonts w:ascii="Arial" w:hAnsi="Arial" w:cs="Arial"/>
              </w:rPr>
            </w:pPr>
            <w:r w:rsidRPr="00007A81">
              <w:rPr>
                <w:rFonts w:ascii="Arial" w:hAnsi="Arial" w:cs="Arial"/>
                <w:b/>
              </w:rPr>
              <w:t>3.</w:t>
            </w:r>
            <w:r w:rsidRPr="00007A81">
              <w:rPr>
                <w:rFonts w:ascii="Arial" w:hAnsi="Arial" w:cs="Arial"/>
              </w:rPr>
              <w:t xml:space="preserve"> Фактически выполненные работы по актам предъявляются АО «</w:t>
            </w:r>
            <w:proofErr w:type="spellStart"/>
            <w:r w:rsidRPr="00007A81">
              <w:rPr>
                <w:rFonts w:ascii="Arial" w:hAnsi="Arial" w:cs="Arial"/>
              </w:rPr>
              <w:t>ПКС-Тепловые</w:t>
            </w:r>
            <w:proofErr w:type="spellEnd"/>
            <w:r w:rsidRPr="00007A81">
              <w:rPr>
                <w:rFonts w:ascii="Arial" w:hAnsi="Arial" w:cs="Arial"/>
              </w:rPr>
              <w:t xml:space="preserve"> сети».</w:t>
            </w:r>
          </w:p>
        </w:tc>
      </w:tr>
      <w:tr w:rsidR="00C25520" w:rsidRPr="007D6B58" w:rsidTr="00F250B3">
        <w:trPr>
          <w:trHeight w:val="567"/>
        </w:trPr>
        <w:tc>
          <w:tcPr>
            <w:tcW w:w="4077" w:type="dxa"/>
          </w:tcPr>
          <w:p w:rsidR="00C25520" w:rsidRPr="005747DE" w:rsidRDefault="00C25520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C25520" w:rsidRPr="005747DE" w:rsidRDefault="00C25520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C25520" w:rsidRPr="007D6B58" w:rsidTr="00680783">
        <w:tc>
          <w:tcPr>
            <w:tcW w:w="4077" w:type="dxa"/>
          </w:tcPr>
          <w:p w:rsidR="00C25520" w:rsidRPr="005747DE" w:rsidRDefault="00C25520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C25520" w:rsidRPr="00CD4A84" w:rsidRDefault="00C25520" w:rsidP="00C2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</w:t>
            </w:r>
            <w:r w:rsidRPr="00CD4A84">
              <w:rPr>
                <w:rFonts w:ascii="Arial" w:hAnsi="Arial" w:cs="Arial"/>
              </w:rPr>
              <w:lastRenderedPageBreak/>
              <w:t xml:space="preserve">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C25520" w:rsidRPr="005747DE" w:rsidRDefault="00C25520" w:rsidP="00C2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C25520" w:rsidRPr="005747DE" w:rsidRDefault="00C25520" w:rsidP="00C2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C25520" w:rsidRPr="001035A0" w:rsidRDefault="00C25520" w:rsidP="00C2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C25520" w:rsidRDefault="00C25520" w:rsidP="00C2552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C25520" w:rsidRDefault="00C25520" w:rsidP="00C255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C25520" w:rsidRDefault="00C25520" w:rsidP="00C25520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C25520" w:rsidRPr="005747DE" w:rsidRDefault="00C25520" w:rsidP="00C25520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>. Объемы работ по восстановлению благ</w:t>
            </w:r>
            <w:r>
              <w:rPr>
                <w:rFonts w:ascii="Arial" w:hAnsi="Arial" w:cs="Arial"/>
              </w:rPr>
              <w:t>оустройства не должны превышать запланированных в локально-сметном расчете. Необходимость увеличения</w:t>
            </w:r>
            <w:r w:rsidR="00CB7BE7">
              <w:rPr>
                <w:rFonts w:ascii="Arial" w:hAnsi="Arial" w:cs="Arial"/>
              </w:rPr>
              <w:t xml:space="preserve"> площади восстановления и объемов</w:t>
            </w:r>
            <w:r>
              <w:rPr>
                <w:rFonts w:ascii="Arial" w:hAnsi="Arial" w:cs="Arial"/>
              </w:rPr>
              <w:t xml:space="preserve">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1A4923" w:rsidRDefault="001A4923" w:rsidP="001A492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</w:p>
    <w:p w:rsidR="001A4923" w:rsidRDefault="001A492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95CD4" w:rsidRDefault="00395CD4" w:rsidP="001A492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  <w:r w:rsidRPr="00BF00EC">
        <w:rPr>
          <w:rFonts w:ascii="Arial" w:hAnsi="Arial" w:cs="Arial"/>
          <w:sz w:val="24"/>
          <w:szCs w:val="24"/>
        </w:rPr>
        <w:lastRenderedPageBreak/>
        <w:t>Схема расположения объекта</w:t>
      </w:r>
    </w:p>
    <w:p w:rsidR="001A4923" w:rsidRDefault="001A4923" w:rsidP="001A492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</w:p>
    <w:p w:rsidR="00395CD4" w:rsidRDefault="001A4923" w:rsidP="00395CD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3742067" cy="3043972"/>
            <wp:effectExtent l="19050" t="0" r="0" b="0"/>
            <wp:docPr id="1" name="Рисунок 0" descr="Профсоюзов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фсоюзов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2790" cy="304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923" w:rsidRDefault="001A4923" w:rsidP="00395CD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1A4923" w:rsidRDefault="001A4923" w:rsidP="00395CD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395CD4" w:rsidRDefault="00395CD4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95CD4" w:rsidRDefault="001A4923" w:rsidP="00395CD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</w:rPr>
        <w:t>Начальник</w:t>
      </w:r>
      <w:r w:rsidR="00395CD4">
        <w:rPr>
          <w:rFonts w:ascii="Arial" w:hAnsi="Arial" w:cs="Arial"/>
        </w:rPr>
        <w:t xml:space="preserve"> сетевого района «</w:t>
      </w:r>
      <w:proofErr w:type="spellStart"/>
      <w:r>
        <w:rPr>
          <w:rFonts w:ascii="Arial" w:hAnsi="Arial" w:cs="Arial"/>
        </w:rPr>
        <w:t>Древлянка</w:t>
      </w:r>
      <w:proofErr w:type="spellEnd"/>
      <w:r w:rsidR="00395CD4">
        <w:rPr>
          <w:rFonts w:ascii="Arial" w:hAnsi="Arial" w:cs="Arial"/>
        </w:rPr>
        <w:t xml:space="preserve">»       </w:t>
      </w:r>
      <w:r w:rsidR="00395CD4">
        <w:rPr>
          <w:rFonts w:ascii="Arial" w:hAnsi="Arial" w:cs="Arial"/>
        </w:rPr>
        <w:tab/>
      </w:r>
      <w:r w:rsidR="00395CD4">
        <w:rPr>
          <w:rFonts w:ascii="Arial" w:hAnsi="Arial" w:cs="Arial"/>
        </w:rPr>
        <w:tab/>
      </w:r>
      <w:r w:rsidR="00395CD4">
        <w:rPr>
          <w:rFonts w:ascii="Arial" w:hAnsi="Arial" w:cs="Arial"/>
        </w:rPr>
        <w:tab/>
        <w:t xml:space="preserve">                 </w:t>
      </w:r>
      <w:proofErr w:type="spellStart"/>
      <w:r>
        <w:rPr>
          <w:rFonts w:ascii="Arial" w:hAnsi="Arial" w:cs="Arial"/>
        </w:rPr>
        <w:t>А.Г.Лейковский</w:t>
      </w:r>
      <w:proofErr w:type="spellEnd"/>
      <w:r w:rsidR="00395CD4">
        <w:rPr>
          <w:rFonts w:ascii="Arial" w:hAnsi="Arial" w:cs="Arial"/>
        </w:rPr>
        <w:t xml:space="preserve"> </w:t>
      </w:r>
    </w:p>
    <w:p w:rsidR="00E23030" w:rsidRDefault="00E23030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sz w:val="18"/>
          <w:szCs w:val="18"/>
        </w:rPr>
      </w:pPr>
    </w:p>
    <w:p w:rsidR="00891C27" w:rsidRPr="00074AE5" w:rsidRDefault="00891C27" w:rsidP="001035A0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8CE" w:rsidRDefault="009C38CE">
      <w:r>
        <w:separator/>
      </w:r>
    </w:p>
  </w:endnote>
  <w:endnote w:type="continuationSeparator" w:id="0">
    <w:p w:rsidR="009C38CE" w:rsidRDefault="009C3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8CE" w:rsidRDefault="009C38CE" w:rsidP="00312293">
    <w:pPr>
      <w:pStyle w:val="af"/>
      <w:jc w:val="right"/>
    </w:pPr>
    <w:r>
      <w:t xml:space="preserve">стр. </w:t>
    </w:r>
    <w:fldSimple w:instr=" PAGE ">
      <w:r w:rsidR="00C17CFC">
        <w:rPr>
          <w:noProof/>
        </w:rPr>
        <w:t>6</w:t>
      </w:r>
    </w:fldSimple>
    <w:r>
      <w:t xml:space="preserve"> из </w:t>
    </w:r>
    <w:fldSimple w:instr=" NUMPAGES ">
      <w:r w:rsidR="00C17CFC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8CE" w:rsidRDefault="009C38CE">
      <w:r>
        <w:separator/>
      </w:r>
    </w:p>
  </w:footnote>
  <w:footnote w:type="continuationSeparator" w:id="0">
    <w:p w:rsidR="009C38CE" w:rsidRDefault="009C3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2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7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E0B9F"/>
    <w:multiLevelType w:val="hybridMultilevel"/>
    <w:tmpl w:val="29760AB8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1A4700E"/>
    <w:multiLevelType w:val="hybridMultilevel"/>
    <w:tmpl w:val="30A23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3"/>
  </w:num>
  <w:num w:numId="16">
    <w:abstractNumId w:val="12"/>
  </w:num>
  <w:num w:numId="17">
    <w:abstractNumId w:val="8"/>
  </w:num>
  <w:num w:numId="18">
    <w:abstractNumId w:val="3"/>
  </w:num>
  <w:num w:numId="19">
    <w:abstractNumId w:val="10"/>
  </w:num>
  <w:num w:numId="20">
    <w:abstractNumId w:val="14"/>
  </w:num>
  <w:num w:numId="21">
    <w:abstractNumId w:val="16"/>
  </w:num>
  <w:num w:numId="22">
    <w:abstractNumId w:val="24"/>
  </w:num>
  <w:num w:numId="23">
    <w:abstractNumId w:val="25"/>
  </w:num>
  <w:num w:numId="24">
    <w:abstractNumId w:val="19"/>
  </w:num>
  <w:num w:numId="25">
    <w:abstractNumId w:val="1"/>
  </w:num>
  <w:num w:numId="26">
    <w:abstractNumId w:val="18"/>
  </w:num>
  <w:num w:numId="27">
    <w:abstractNumId w:val="2"/>
  </w:num>
  <w:num w:numId="28">
    <w:abstractNumId w:val="7"/>
  </w:num>
  <w:num w:numId="29">
    <w:abstractNumId w:val="5"/>
  </w:num>
  <w:num w:numId="30">
    <w:abstractNumId w:val="23"/>
  </w:num>
  <w:num w:numId="31">
    <w:abstractNumId w:val="17"/>
  </w:num>
  <w:num w:numId="32">
    <w:abstractNumId w:val="26"/>
  </w:num>
  <w:num w:numId="33">
    <w:abstractNumId w:val="20"/>
  </w:num>
  <w:num w:numId="34">
    <w:abstractNumId w:val="6"/>
  </w:num>
  <w:num w:numId="35">
    <w:abstractNumId w:val="4"/>
  </w:num>
  <w:num w:numId="36">
    <w:abstractNumId w:val="9"/>
  </w:num>
  <w:num w:numId="37">
    <w:abstractNumId w:val="22"/>
  </w:num>
  <w:num w:numId="38">
    <w:abstractNumId w:val="1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81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179B5"/>
    <w:rsid w:val="000221E6"/>
    <w:rsid w:val="00022A50"/>
    <w:rsid w:val="00023952"/>
    <w:rsid w:val="000239FF"/>
    <w:rsid w:val="00023A6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923"/>
    <w:rsid w:val="001A4EBE"/>
    <w:rsid w:val="001A51D0"/>
    <w:rsid w:val="001A559B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96E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5CD4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109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4161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990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2A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688B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31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C04D3"/>
    <w:rsid w:val="009C0775"/>
    <w:rsid w:val="009C090D"/>
    <w:rsid w:val="009C1683"/>
    <w:rsid w:val="009C1B07"/>
    <w:rsid w:val="009C1F7F"/>
    <w:rsid w:val="009C3133"/>
    <w:rsid w:val="009C318E"/>
    <w:rsid w:val="009C3897"/>
    <w:rsid w:val="009C38CE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05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353A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45A5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17CFC"/>
    <w:rsid w:val="00C2048F"/>
    <w:rsid w:val="00C20542"/>
    <w:rsid w:val="00C2156B"/>
    <w:rsid w:val="00C21ADC"/>
    <w:rsid w:val="00C221CD"/>
    <w:rsid w:val="00C2358F"/>
    <w:rsid w:val="00C23C3C"/>
    <w:rsid w:val="00C23D48"/>
    <w:rsid w:val="00C25520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B7BE7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5FF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458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3A1F"/>
    <w:rsid w:val="00E75488"/>
    <w:rsid w:val="00E755F2"/>
    <w:rsid w:val="00E76183"/>
    <w:rsid w:val="00E765BE"/>
    <w:rsid w:val="00E76A39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1134"/>
    <w:rsid w:val="00EC35D4"/>
    <w:rsid w:val="00EC367A"/>
    <w:rsid w:val="00EC3D73"/>
    <w:rsid w:val="00EC45A1"/>
    <w:rsid w:val="00EC5E14"/>
    <w:rsid w:val="00EC69C5"/>
    <w:rsid w:val="00EC6D5D"/>
    <w:rsid w:val="00EC72A8"/>
    <w:rsid w:val="00EC7935"/>
    <w:rsid w:val="00ED1EAD"/>
    <w:rsid w:val="00ED339B"/>
    <w:rsid w:val="00ED359C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21F8"/>
    <w:rsid w:val="00F9320D"/>
    <w:rsid w:val="00F938C2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479</TotalTime>
  <Pages>6</Pages>
  <Words>1727</Words>
  <Characters>12180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21</cp:revision>
  <cp:lastPrinted>2018-10-31T11:17:00Z</cp:lastPrinted>
  <dcterms:created xsi:type="dcterms:W3CDTF">2018-10-04T08:00:00Z</dcterms:created>
  <dcterms:modified xsi:type="dcterms:W3CDTF">2018-11-09T10:33:00Z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